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CE334" w14:textId="77777777" w:rsidR="00F422D3" w:rsidRDefault="00633B07" w:rsidP="00B42F40">
      <w:pPr>
        <w:pStyle w:val="Titul1"/>
      </w:pPr>
      <w:r>
        <w:t>KUPNÍ SMLOUVA</w:t>
      </w:r>
    </w:p>
    <w:p w14:paraId="6E152910" w14:textId="77777777" w:rsidR="000F3131" w:rsidRDefault="00F422D3" w:rsidP="00B42F40">
      <w:pPr>
        <w:pStyle w:val="Titul2"/>
      </w:pPr>
      <w:r>
        <w:t xml:space="preserve">Název zakázky: </w:t>
      </w:r>
    </w:p>
    <w:p w14:paraId="3CD54FA9" w14:textId="77777777" w:rsidR="00F422D3" w:rsidRDefault="00F422D3" w:rsidP="00B42F40">
      <w:pPr>
        <w:pStyle w:val="Titul2"/>
      </w:pPr>
      <w:r>
        <w:t>„</w:t>
      </w:r>
      <w:r w:rsidR="000F3131">
        <w:t>Dodávka 2 kusů motorových štěpkovačů větví</w:t>
      </w:r>
      <w:r>
        <w:t>“</w:t>
      </w:r>
      <w:r w:rsidR="00485CE8">
        <w:t xml:space="preserve"> </w:t>
      </w:r>
    </w:p>
    <w:p w14:paraId="5E5DE22E" w14:textId="77777777" w:rsidR="007A6E42" w:rsidRPr="00D32554" w:rsidRDefault="007A6E42" w:rsidP="00067B13">
      <w:pPr>
        <w:pStyle w:val="Nadpis1-1"/>
        <w:numPr>
          <w:ilvl w:val="0"/>
          <w:numId w:val="0"/>
        </w:numPr>
      </w:pPr>
      <w:r>
        <w:t>Smluvní strany</w:t>
      </w:r>
    </w:p>
    <w:p w14:paraId="52BAEC1B" w14:textId="77777777" w:rsidR="001C2A3F" w:rsidRPr="001C2A3F" w:rsidRDefault="00067B13" w:rsidP="00067B13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6800A923" w14:textId="77777777" w:rsidR="001C2A3F" w:rsidRPr="001C2A3F" w:rsidRDefault="001C2A3F" w:rsidP="001C2A3F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7C65A20A" w14:textId="77777777" w:rsidR="001C2A3F" w:rsidRPr="001C2A3F" w:rsidRDefault="001C2A3F" w:rsidP="001C2A3F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62066346" w14:textId="77777777" w:rsidR="001C2A3F" w:rsidRPr="001C2A3F" w:rsidRDefault="001C2A3F" w:rsidP="001C2A3F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2A1B6832" w14:textId="77777777" w:rsidR="001C2A3F" w:rsidRPr="001C2A3F" w:rsidRDefault="001C2A3F" w:rsidP="001C2A3F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787911FD" w14:textId="77777777" w:rsidR="001C2A3F" w:rsidRPr="001C2A3F" w:rsidRDefault="00022D32" w:rsidP="00022D32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57B41038" w14:textId="77777777" w:rsidR="001C2A3F" w:rsidRDefault="001C2A3F" w:rsidP="001C2A3F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2A398D" w:rsidRPr="002A398D">
        <w:rPr>
          <w:rFonts w:eastAsia="Times New Roman" w:cs="Arial"/>
          <w:snapToGrid w:val="0"/>
          <w:lang w:eastAsia="cs-CZ"/>
        </w:rPr>
        <w:t>Petrem Vodičkou</w:t>
      </w:r>
      <w:r w:rsidRPr="001C2A3F">
        <w:rPr>
          <w:rFonts w:eastAsia="Times New Roman" w:cs="Arial"/>
          <w:snapToGrid w:val="0"/>
          <w:lang w:eastAsia="cs-CZ"/>
        </w:rPr>
        <w:t>, ředitelem Oblastního ředitelství Hradec Králové</w:t>
      </w:r>
    </w:p>
    <w:p w14:paraId="31DF112E" w14:textId="77777777" w:rsidR="002A398D" w:rsidRPr="001C2A3F" w:rsidRDefault="002A398D" w:rsidP="001C2A3F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pověření </w:t>
      </w:r>
      <w:r w:rsidRPr="000F3131">
        <w:rPr>
          <w:rFonts w:eastAsia="Times New Roman" w:cs="Arial"/>
          <w:snapToGrid w:val="0"/>
          <w:lang w:eastAsia="cs-CZ"/>
        </w:rPr>
        <w:t>č. 3053 ze dne 10. 3. 2021</w:t>
      </w:r>
    </w:p>
    <w:p w14:paraId="55A2ED92" w14:textId="77777777" w:rsidR="001C2A3F" w:rsidRPr="001C2A3F" w:rsidRDefault="001C2A3F" w:rsidP="001C2A3F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6680EE67" w14:textId="77777777" w:rsidR="001C2A3F" w:rsidRPr="001C2A3F" w:rsidRDefault="001C2A3F" w:rsidP="001C2A3F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7B46C2A0" w14:textId="77777777" w:rsidR="001C2A3F" w:rsidRPr="005340CB" w:rsidRDefault="007162F4" w:rsidP="007162F4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64A572D4" w14:textId="77777777" w:rsidR="00633B07" w:rsidRDefault="001C2A3F" w:rsidP="001C2A3F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A330ED9" w14:textId="77777777" w:rsidR="001C2A3F" w:rsidRPr="001C2A3F" w:rsidRDefault="001C2A3F" w:rsidP="000F3131">
      <w:pPr>
        <w:tabs>
          <w:tab w:val="left" w:pos="567"/>
          <w:tab w:val="left" w:pos="3544"/>
        </w:tabs>
        <w:spacing w:after="0" w:line="240" w:lineRule="auto"/>
        <w:ind w:left="709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53CD80E2" w14:textId="77777777" w:rsidR="001C2A3F" w:rsidRDefault="001C2A3F" w:rsidP="001C2A3F">
      <w:p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color w:val="0000FF"/>
          <w:u w:val="single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="000F3131" w:rsidRPr="00E8578D">
        <w:rPr>
          <w:rFonts w:eastAsia="Times New Roman" w:cs="Arial"/>
          <w:snapToGrid w:val="0"/>
          <w:lang w:eastAsia="cs-CZ"/>
        </w:rPr>
        <w:t>ORHKRzvz@spravazeleznic.cz</w:t>
      </w:r>
    </w:p>
    <w:p w14:paraId="0DD64714" w14:textId="77777777" w:rsidR="000F3131" w:rsidRPr="001C2A3F" w:rsidRDefault="000F3131" w:rsidP="001C2A3F">
      <w:p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</w:p>
    <w:p w14:paraId="70719019" w14:textId="77777777" w:rsidR="000F3131" w:rsidRPr="000F3131" w:rsidRDefault="002A398D" w:rsidP="000F3131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4FB1F403" w14:textId="77777777" w:rsidR="000F3131" w:rsidRDefault="000F3131" w:rsidP="000F3131">
      <w:pPr>
        <w:spacing w:after="0"/>
        <w:ind w:firstLine="709"/>
        <w:jc w:val="both"/>
      </w:pPr>
      <w:r>
        <w:t>Jaroslav Janda</w:t>
      </w:r>
      <w:r w:rsidRPr="009A5ADB">
        <w:t>,</w:t>
      </w:r>
      <w:r>
        <w:t xml:space="preserve"> přednosta ST LBC, tel.: 972 365 506, </w:t>
      </w:r>
      <w:r w:rsidRPr="00E8578D">
        <w:rPr>
          <w:noProof/>
        </w:rPr>
        <w:t>JandaJ@spravazeleznic.cz</w:t>
      </w:r>
    </w:p>
    <w:p w14:paraId="78EAE456" w14:textId="77777777" w:rsidR="000F3131" w:rsidRDefault="000F3131" w:rsidP="000F3131">
      <w:pPr>
        <w:spacing w:after="0"/>
        <w:ind w:firstLine="709"/>
        <w:rPr>
          <w:noProof/>
        </w:rPr>
      </w:pPr>
      <w:r>
        <w:rPr>
          <w:noProof/>
        </w:rPr>
        <w:t>Jiří Desenský, DiS., VPI ST LBC, tel.: 972 365 144, Desensky@spravazeleznic.cz</w:t>
      </w:r>
    </w:p>
    <w:p w14:paraId="6646C1DC" w14:textId="77777777" w:rsidR="008D6EDE" w:rsidRPr="000F3131" w:rsidRDefault="008D6EDE" w:rsidP="000F3131">
      <w:pPr>
        <w:tabs>
          <w:tab w:val="left" w:pos="567"/>
          <w:tab w:val="left" w:pos="3544"/>
        </w:tabs>
        <w:spacing w:after="0" w:line="240" w:lineRule="auto"/>
        <w:rPr>
          <w:rFonts w:eastAsia="Times New Roman" w:cs="Arial"/>
          <w:snapToGrid w:val="0"/>
          <w:lang w:eastAsia="cs-CZ"/>
        </w:rPr>
      </w:pPr>
    </w:p>
    <w:p w14:paraId="4387F042" w14:textId="77777777" w:rsidR="008D6EDE" w:rsidRPr="005340CB" w:rsidRDefault="005340CB" w:rsidP="005340C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5118FDED" w14:textId="77777777" w:rsidR="008D6EDE" w:rsidRDefault="008D6EDE" w:rsidP="005340C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rPr>
          <w:rFonts w:eastAsia="Times New Roman" w:cs="Arial"/>
          <w:snapToGrid w:val="0"/>
          <w:lang w:eastAsia="cs-CZ"/>
        </w:rPr>
      </w:pPr>
    </w:p>
    <w:p w14:paraId="46D240CB" w14:textId="77777777" w:rsidR="001C2A3F" w:rsidRPr="008D6EDE" w:rsidRDefault="005340CB" w:rsidP="005340C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0B0C8178" w14:textId="77777777" w:rsidR="001C2A3F" w:rsidRPr="001C2A3F" w:rsidRDefault="007162F4" w:rsidP="007162F4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79CF8446" w14:textId="77777777" w:rsidR="001C2A3F" w:rsidRPr="001C2A3F" w:rsidRDefault="001C2A3F" w:rsidP="009020D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29126DAA" w14:textId="77777777" w:rsidR="001C2A3F" w:rsidRPr="001C2A3F" w:rsidRDefault="001C2A3F" w:rsidP="009020D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U Fotochemy 259, poštovní schránka 26</w:t>
      </w:r>
    </w:p>
    <w:p w14:paraId="4305CC87" w14:textId="77777777" w:rsidR="001C2A3F" w:rsidRPr="001C2A3F" w:rsidRDefault="001C2A3F" w:rsidP="009020D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5084329B" w14:textId="77777777" w:rsidR="001C2A3F" w:rsidRDefault="001C2A3F" w:rsidP="001C2A3F">
      <w:pPr>
        <w:pStyle w:val="Textbezodsazen"/>
      </w:pPr>
    </w:p>
    <w:p w14:paraId="7A963CCC" w14:textId="77777777" w:rsidR="008D6EDE" w:rsidRPr="001D580D" w:rsidRDefault="008D6EDE" w:rsidP="008D6EDE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70A74BCD" w14:textId="77777777" w:rsidR="008D6EDE" w:rsidRDefault="008D6EDE" w:rsidP="008D6EDE">
      <w:pPr>
        <w:pStyle w:val="Textbezodsazen"/>
        <w:ind w:firstLine="567"/>
      </w:pPr>
      <w:r>
        <w:t xml:space="preserve">E-mail: </w:t>
      </w:r>
      <w:r w:rsidR="006145EB" w:rsidRPr="006145EB">
        <w:t>ePodatelnaCFUCechy@spravazeleznic.cz</w:t>
      </w:r>
    </w:p>
    <w:p w14:paraId="5D13F4AD" w14:textId="77777777" w:rsidR="008D6EDE" w:rsidRDefault="008D6EDE" w:rsidP="00436951">
      <w:pPr>
        <w:pStyle w:val="Textbezodsazen"/>
        <w:spacing w:after="0"/>
      </w:pPr>
    </w:p>
    <w:p w14:paraId="619E7EC4" w14:textId="77777777" w:rsidR="00B42F40" w:rsidRPr="002A398D" w:rsidRDefault="009020DB" w:rsidP="00436951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0"/>
    </w:p>
    <w:p w14:paraId="187210F4" w14:textId="4C7999BE" w:rsidR="00436951" w:rsidRPr="002A398D" w:rsidRDefault="00436951" w:rsidP="006F3400">
      <w:pPr>
        <w:pStyle w:val="Textbezodsazen"/>
        <w:spacing w:after="0"/>
      </w:pPr>
      <w:r w:rsidRPr="002A398D">
        <w:t xml:space="preserve">          ev. č. registru VZ: </w:t>
      </w:r>
      <w:r w:rsidR="009C32D9">
        <w:t>64021048</w:t>
      </w:r>
      <w:bookmarkStart w:id="1" w:name="_GoBack"/>
      <w:bookmarkEnd w:id="1"/>
    </w:p>
    <w:p w14:paraId="6B011BC2" w14:textId="77777777" w:rsidR="006F3400" w:rsidRPr="002A398D" w:rsidRDefault="006F3400" w:rsidP="006F3400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2492C762" w14:textId="77777777" w:rsidR="006F3400" w:rsidRPr="006F3400" w:rsidRDefault="006F3400" w:rsidP="006F3400">
      <w:pPr>
        <w:pStyle w:val="Textbezodsazen"/>
        <w:spacing w:after="0"/>
      </w:pPr>
    </w:p>
    <w:p w14:paraId="2DF7AF47" w14:textId="77777777" w:rsidR="00067B13" w:rsidRPr="00067B13" w:rsidRDefault="00067B13" w:rsidP="009020D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120C04DF" w14:textId="77777777" w:rsidR="00B42F40" w:rsidRPr="00B42F40" w:rsidRDefault="00F422D3" w:rsidP="009020DB">
      <w:pPr>
        <w:pStyle w:val="Textbezodsazen"/>
        <w:ind w:firstLine="709"/>
      </w:pPr>
      <w:r w:rsidRPr="00B42F40">
        <w:t>a</w:t>
      </w:r>
    </w:p>
    <w:p w14:paraId="72239CD3" w14:textId="77777777" w:rsidR="009020DB" w:rsidRPr="009020DB" w:rsidRDefault="00067B13" w:rsidP="00067B13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5B44453C" w14:textId="77777777" w:rsidR="009020DB" w:rsidRPr="002A398D" w:rsidRDefault="009020DB" w:rsidP="009020D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2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2"/>
      <w:r w:rsidRPr="002A398D">
        <w:rPr>
          <w:rFonts w:eastAsia="Times New Roman" w:cs="Arial"/>
          <w:snapToGrid w:val="0"/>
          <w:lang w:eastAsia="cs-CZ"/>
        </w:rPr>
        <w:tab/>
      </w:r>
    </w:p>
    <w:p w14:paraId="6520EEEE" w14:textId="77777777" w:rsidR="009020DB" w:rsidRPr="002A398D" w:rsidRDefault="009020DB" w:rsidP="009020D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B7AFC06" w14:textId="77777777" w:rsidR="009020DB" w:rsidRPr="002A398D" w:rsidRDefault="009020DB" w:rsidP="009020D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78234AAB" w14:textId="77777777" w:rsidR="009020DB" w:rsidRPr="002A398D" w:rsidRDefault="009020DB" w:rsidP="009020D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lastRenderedPageBreak/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7CF46FD0" w14:textId="77777777" w:rsidR="009020DB" w:rsidRPr="002A398D" w:rsidRDefault="009020DB" w:rsidP="009020D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8727BC4" w14:textId="77777777" w:rsidR="009020DB" w:rsidRPr="009020DB" w:rsidRDefault="009020DB" w:rsidP="009020D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B02FC1F" w14:textId="77777777" w:rsidR="009020DB" w:rsidRPr="009020DB" w:rsidRDefault="009020DB" w:rsidP="009020D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C8F1D02" w14:textId="77777777" w:rsidR="009020DB" w:rsidRPr="000C6E14" w:rsidRDefault="009020DB" w:rsidP="009020D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4958B75C" w14:textId="77777777" w:rsidR="009020DB" w:rsidRPr="009020DB" w:rsidRDefault="009020DB" w:rsidP="009020DB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B7F11F8" w14:textId="77777777" w:rsidR="009020DB" w:rsidRDefault="009020DB" w:rsidP="002A398D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4E1573A" w14:textId="77777777" w:rsidR="002A398D" w:rsidRPr="009020DB" w:rsidRDefault="002A398D" w:rsidP="002A398D">
      <w:pPr>
        <w:tabs>
          <w:tab w:val="left" w:pos="567"/>
          <w:tab w:val="left" w:pos="3544"/>
        </w:tabs>
        <w:spacing w:after="0" w:line="240" w:lineRule="auto"/>
        <w:ind w:left="1134"/>
        <w:rPr>
          <w:rFonts w:eastAsia="Times New Roman" w:cs="Arial"/>
          <w:snapToGrid w:val="0"/>
          <w:lang w:eastAsia="cs-CZ"/>
        </w:rPr>
      </w:pPr>
    </w:p>
    <w:p w14:paraId="53DBF08F" w14:textId="77777777" w:rsidR="009020DB" w:rsidRPr="009020DB" w:rsidRDefault="009020DB" w:rsidP="009020DB">
      <w:pPr>
        <w:tabs>
          <w:tab w:val="left" w:pos="426"/>
          <w:tab w:val="left" w:pos="1985"/>
          <w:tab w:val="left" w:pos="4395"/>
        </w:tabs>
        <w:spacing w:after="0" w:line="240" w:lineRule="auto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37A88966" w14:textId="77777777" w:rsidR="009020DB" w:rsidRPr="009020DB" w:rsidRDefault="009910DA" w:rsidP="009020D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57ABD3A9" w14:textId="77777777" w:rsidR="00067B13" w:rsidRDefault="009020DB" w:rsidP="009020D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75E3F0C7" w14:textId="77777777" w:rsidR="00F422D3" w:rsidRPr="00B42F40" w:rsidRDefault="00F422D3" w:rsidP="009020D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44990232" w14:textId="77777777" w:rsidR="00B42F40" w:rsidRPr="00B42F40" w:rsidRDefault="00D32554" w:rsidP="00B42F40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</w:t>
      </w:r>
      <w:proofErr w:type="spellStart"/>
      <w:r w:rsidRPr="00D32554">
        <w:t>ust</w:t>
      </w:r>
      <w:proofErr w:type="spellEnd"/>
      <w:r w:rsidRPr="00D32554">
        <w:t xml:space="preserve">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3CF61467" w14:textId="77777777" w:rsidR="00F24489" w:rsidRDefault="00D32554" w:rsidP="00D32554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47797DE6" w14:textId="77777777" w:rsidR="00EF05B5" w:rsidRDefault="00067B13" w:rsidP="00EF05B5">
      <w:pPr>
        <w:pStyle w:val="Nadpis1-1"/>
      </w:pPr>
      <w:r>
        <w:t>PŘEDMĚT SMLOUVY</w:t>
      </w:r>
    </w:p>
    <w:p w14:paraId="1ADFA92A" w14:textId="77777777" w:rsidR="00067B13" w:rsidRPr="00067B13" w:rsidRDefault="00067B13" w:rsidP="00067B13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0F3131">
        <w:t>Dodávka 2 kusů motorových štěpkovačů větví</w:t>
      </w:r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dodání </w:t>
      </w:r>
      <w:r w:rsidR="00F715D4">
        <w:t>dvou kusů motorových štěpkovačů větví</w:t>
      </w:r>
      <w:r w:rsidRPr="00067B13">
        <w:t xml:space="preserve"> uvedených v příloze č. 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14:paraId="1169641D" w14:textId="77777777" w:rsidR="007972AC" w:rsidRPr="007972AC" w:rsidRDefault="007972AC" w:rsidP="007972AC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Pr="007972AC">
        <w:t>upujícímu nabýt k tomuto předmětu koupě vlastnické právo.</w:t>
      </w:r>
    </w:p>
    <w:p w14:paraId="13325453" w14:textId="77777777" w:rsidR="007972AC" w:rsidRPr="007972AC" w:rsidRDefault="007972AC" w:rsidP="007972AC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0CD9B8F1" w14:textId="77777777" w:rsidR="007972AC" w:rsidRPr="007972AC" w:rsidRDefault="007972AC" w:rsidP="007972AC">
      <w:pPr>
        <w:pStyle w:val="Text1-1"/>
      </w:pPr>
      <w:r w:rsidRPr="007972AC">
        <w:t>Jakost ani provedení předmětu koupě není určeno vzorkem ani předlohou.</w:t>
      </w:r>
    </w:p>
    <w:p w14:paraId="17989F4A" w14:textId="77777777" w:rsidR="007972AC" w:rsidRPr="007972AC" w:rsidRDefault="007972AC" w:rsidP="007972AC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55239407" w14:textId="77777777" w:rsidR="00F24489" w:rsidRDefault="007972AC" w:rsidP="00F24489">
      <w:pPr>
        <w:pStyle w:val="Nadpis1-1"/>
      </w:pPr>
      <w:r>
        <w:t>KUPNÍ CENA předmětu koupě, platební podmínky</w:t>
      </w:r>
    </w:p>
    <w:p w14:paraId="50F2A895" w14:textId="77777777" w:rsidR="007972AC" w:rsidRDefault="007972AC" w:rsidP="007972AC">
      <w:pPr>
        <w:pStyle w:val="Text1-1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 xml:space="preserve">základě zadávacího řízení, je sjednána jako maximální a činí celkem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bez DPH</w:t>
      </w:r>
    </w:p>
    <w:p w14:paraId="083A4662" w14:textId="77777777" w:rsidR="006C76CE" w:rsidRPr="007972AC" w:rsidRDefault="006C76CE" w:rsidP="006C76CE">
      <w:pPr>
        <w:pStyle w:val="Text1-1"/>
        <w:numPr>
          <w:ilvl w:val="0"/>
          <w:numId w:val="0"/>
        </w:numPr>
        <w:ind w:left="737"/>
      </w:pPr>
      <w:r w:rsidRPr="006C76CE">
        <w:t xml:space="preserve">(slovy: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6C76CE">
        <w:t xml:space="preserve"> korun českých).</w:t>
      </w:r>
    </w:p>
    <w:p w14:paraId="3EAAC072" w14:textId="77777777" w:rsidR="00557DDF" w:rsidRPr="00DB766B" w:rsidRDefault="00DB766B" w:rsidP="00DB766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37A59AA6" w14:textId="77777777" w:rsidR="00DB766B" w:rsidRDefault="00DB766B" w:rsidP="00DB766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672AA5D9" w14:textId="77777777" w:rsidR="00DB766B" w:rsidRDefault="00414958" w:rsidP="00414958">
      <w:pPr>
        <w:pStyle w:val="Text1-1"/>
      </w:pPr>
      <w:r w:rsidRPr="00414958"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6A2963F9" w14:textId="77777777" w:rsidR="00D17950" w:rsidRDefault="00D17950" w:rsidP="00D17950">
      <w:pPr>
        <w:pStyle w:val="Text1-1"/>
      </w:pPr>
      <w:r w:rsidRPr="00D17950">
        <w:lastRenderedPageBreak/>
        <w:t xml:space="preserve">Kupní cena bude placena na základě daňového dokladu (faktury) vystaveného </w:t>
      </w:r>
      <w:r w:rsidR="00AB4C40">
        <w:t>P</w:t>
      </w:r>
      <w:r w:rsidRPr="00D17950">
        <w:t xml:space="preserve">rodávajícím se splatností </w:t>
      </w:r>
      <w:r w:rsidR="00974C31">
        <w:t>6</w:t>
      </w:r>
      <w:r w:rsidRPr="000F3131">
        <w:t>0 kalendářních dnů</w:t>
      </w:r>
      <w:r w:rsidRPr="00D17950">
        <w:t xml:space="preserve"> od data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50ED481C" w14:textId="77777777" w:rsidR="00D17950" w:rsidRDefault="00D17950" w:rsidP="00D17950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39F42F4B" w14:textId="77777777" w:rsidR="00D17950" w:rsidRDefault="00D17950" w:rsidP="00D17950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67C710E8" w14:textId="77777777" w:rsidR="00690655" w:rsidRPr="00557DDF" w:rsidRDefault="00690655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5AE08B1E" w14:textId="77777777" w:rsidR="00F24489" w:rsidRDefault="00D17950" w:rsidP="00D53CA1">
      <w:pPr>
        <w:pStyle w:val="Nadpis1-1"/>
      </w:pPr>
      <w:r>
        <w:t xml:space="preserve">způsob a místo dodání předmětu </w:t>
      </w:r>
      <w:r w:rsidR="00D53CA1">
        <w:t>koupě a čas plnění</w:t>
      </w:r>
    </w:p>
    <w:p w14:paraId="7345DAE2" w14:textId="77777777" w:rsidR="00782D29" w:rsidRPr="00D53CA1" w:rsidRDefault="00782D29" w:rsidP="00782D29">
      <w:pPr>
        <w:pStyle w:val="Text1-1"/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>upujícímu do místa plnění, kterým je:</w:t>
      </w:r>
    </w:p>
    <w:p w14:paraId="59EAF9E6" w14:textId="77777777" w:rsidR="00E30CC9" w:rsidRDefault="00782D29" w:rsidP="00782D29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 w:rsidRPr="00D53CA1">
        <w:rPr>
          <w:rFonts w:eastAsia="Times New Roman" w:cs="Arial"/>
          <w:lang w:eastAsia="cs-CZ"/>
        </w:rPr>
        <w:t>S</w:t>
      </w:r>
      <w:r w:rsidR="00E30CC9">
        <w:rPr>
          <w:rFonts w:eastAsia="Times New Roman" w:cs="Arial"/>
          <w:lang w:eastAsia="cs-CZ"/>
        </w:rPr>
        <w:t>práva železnic</w:t>
      </w:r>
      <w:r>
        <w:rPr>
          <w:rFonts w:eastAsia="Times New Roman" w:cs="Arial"/>
          <w:lang w:eastAsia="cs-CZ"/>
        </w:rPr>
        <w:t>, s</w:t>
      </w:r>
      <w:r w:rsidR="00E30CC9">
        <w:rPr>
          <w:rFonts w:eastAsia="Times New Roman" w:cs="Arial"/>
          <w:lang w:eastAsia="cs-CZ"/>
        </w:rPr>
        <w:t>tátní organizace</w:t>
      </w:r>
    </w:p>
    <w:p w14:paraId="2681D8AE" w14:textId="77777777" w:rsidR="00782D29" w:rsidRDefault="00782D29" w:rsidP="00782D29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Oblastní ředitelství Hradec Králové</w:t>
      </w:r>
    </w:p>
    <w:p w14:paraId="5E6242CE" w14:textId="77777777" w:rsidR="00F715D4" w:rsidRPr="006616EE" w:rsidRDefault="00F715D4" w:rsidP="00F715D4">
      <w:pPr>
        <w:tabs>
          <w:tab w:val="left" w:pos="3261"/>
        </w:tabs>
        <w:spacing w:after="0"/>
        <w:ind w:firstLine="426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 xml:space="preserve">     </w:t>
      </w:r>
      <w:r w:rsidR="00B1644B">
        <w:rPr>
          <w:rFonts w:ascii="Verdana" w:eastAsia="Verdana" w:hAnsi="Verdana" w:cs="Times New Roman"/>
        </w:rPr>
        <w:t>traťový okrsek</w:t>
      </w:r>
      <w:r w:rsidRPr="006616EE">
        <w:rPr>
          <w:rFonts w:ascii="Verdana" w:eastAsia="Verdana" w:hAnsi="Verdana" w:cs="Times New Roman"/>
        </w:rPr>
        <w:t xml:space="preserve"> Liberec</w:t>
      </w:r>
    </w:p>
    <w:p w14:paraId="7AA9D07E" w14:textId="77777777" w:rsidR="00F715D4" w:rsidRDefault="00F715D4" w:rsidP="00F715D4">
      <w:pPr>
        <w:tabs>
          <w:tab w:val="left" w:pos="3261"/>
        </w:tabs>
        <w:spacing w:after="0"/>
        <w:ind w:firstLine="426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 xml:space="preserve">     </w:t>
      </w:r>
      <w:r w:rsidRPr="006616EE">
        <w:rPr>
          <w:rFonts w:ascii="Verdana" w:eastAsia="Verdana" w:hAnsi="Verdana" w:cs="Times New Roman"/>
        </w:rPr>
        <w:t>Nádraží 808</w:t>
      </w:r>
    </w:p>
    <w:p w14:paraId="5FB0750C" w14:textId="77777777" w:rsidR="00F715D4" w:rsidRPr="00D53CA1" w:rsidRDefault="00F715D4" w:rsidP="00F715D4">
      <w:pPr>
        <w:pStyle w:val="Text1-1"/>
        <w:numPr>
          <w:ilvl w:val="0"/>
          <w:numId w:val="0"/>
        </w:numPr>
        <w:ind w:left="737"/>
      </w:pPr>
      <w:r w:rsidRPr="006616EE">
        <w:rPr>
          <w:rFonts w:ascii="Verdana" w:eastAsia="Verdana" w:hAnsi="Verdana" w:cs="Times New Roman"/>
        </w:rPr>
        <w:t>460 07 Liberec</w:t>
      </w:r>
    </w:p>
    <w:p w14:paraId="0F873031" w14:textId="77777777" w:rsidR="00782D29" w:rsidRDefault="00782D29" w:rsidP="00782D29">
      <w:pPr>
        <w:pStyle w:val="Text1-1"/>
      </w:pPr>
      <w:r w:rsidRPr="00782D29">
        <w:t xml:space="preserve">Termín dodávky předmětu koupě: </w:t>
      </w:r>
      <w:r w:rsidRPr="00782D29">
        <w:tab/>
      </w:r>
      <w:r w:rsidR="00974C31">
        <w:t>do 15. 11. 202</w:t>
      </w:r>
      <w:r w:rsidR="00F715D4">
        <w:t>1</w:t>
      </w:r>
    </w:p>
    <w:p w14:paraId="505091AE" w14:textId="77777777" w:rsidR="00782D29" w:rsidRPr="00974C31" w:rsidRDefault="00782D29" w:rsidP="00782D29">
      <w:pPr>
        <w:pStyle w:val="Text1-1"/>
      </w:pPr>
      <w:r w:rsidRPr="00782D29">
        <w:t>Smluvní strany se dohodly, že předmět koupě může být</w:t>
      </w:r>
      <w:r w:rsidR="00022D32">
        <w:t xml:space="preserve"> dodán na určené místo plnění v </w:t>
      </w:r>
      <w:r w:rsidRPr="00782D29">
        <w:t xml:space="preserve">pracovní dny v </w:t>
      </w:r>
      <w:r w:rsidRPr="00974C31">
        <w:t xml:space="preserve">době od 7.00 do 13.00 hodin kdykoliv v termínu účinnosti této </w:t>
      </w:r>
      <w:r w:rsidR="00183EDF" w:rsidRPr="00974C31">
        <w:t>S</w:t>
      </w:r>
      <w:r w:rsidRPr="00974C31">
        <w:t xml:space="preserve">mlouvy s tím, že termín plnění bude oznámen v předstihu 2 pracovních dní </w:t>
      </w:r>
      <w:r w:rsidR="00183EDF" w:rsidRPr="00974C31">
        <w:t>P</w:t>
      </w:r>
      <w:r w:rsidRPr="00974C31">
        <w:t xml:space="preserve">rodávajícím </w:t>
      </w:r>
      <w:r w:rsidR="00183EDF" w:rsidRPr="00974C31">
        <w:t>K</w:t>
      </w:r>
      <w:r w:rsidRPr="00974C31">
        <w:t xml:space="preserve">upujícímu (emailem na adresu </w:t>
      </w:r>
      <w:r w:rsidR="00974C31" w:rsidRPr="00974C31">
        <w:t>HruskaM@spravazeleznic.cz a v kopii na Desensky@spravazeleznic.cz</w:t>
      </w:r>
      <w:r w:rsidRPr="00974C31">
        <w:t xml:space="preserve">) a </w:t>
      </w:r>
      <w:r w:rsidR="009910DA" w:rsidRPr="00974C31">
        <w:t>K</w:t>
      </w:r>
      <w:r w:rsidRPr="00974C31">
        <w:t xml:space="preserve">upující tento termín emailem </w:t>
      </w:r>
      <w:r w:rsidR="009910DA" w:rsidRPr="00974C31">
        <w:t>P</w:t>
      </w:r>
      <w:r w:rsidRPr="00974C31">
        <w:t>rodávajícímu potvrdí. Za</w:t>
      </w:r>
      <w:r w:rsidR="00690655" w:rsidRPr="00974C31">
        <w:t> </w:t>
      </w:r>
      <w:r w:rsidRPr="00974C31">
        <w:t xml:space="preserve">těchto podmínek je </w:t>
      </w:r>
      <w:r w:rsidR="009910DA" w:rsidRPr="00974C31">
        <w:t>K</w:t>
      </w:r>
      <w:r w:rsidRPr="00974C31">
        <w:t xml:space="preserve">upující povinen řádně dodaný předmět koupě na určeném místě plnění od </w:t>
      </w:r>
      <w:r w:rsidR="00AB4C40" w:rsidRPr="00974C31">
        <w:t>P</w:t>
      </w:r>
      <w:r w:rsidRPr="00974C31">
        <w:t>rodávajícího převzít.</w:t>
      </w:r>
    </w:p>
    <w:p w14:paraId="3DF19DCC" w14:textId="77777777" w:rsidR="00782D29" w:rsidRDefault="00782D29" w:rsidP="00782D29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793F6FED" w14:textId="77777777" w:rsidR="00782D29" w:rsidRDefault="00782D29" w:rsidP="00782D29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11B5C89E" w14:textId="77777777" w:rsidR="00782D29" w:rsidRDefault="00782D29" w:rsidP="00782D29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05DE1012" w14:textId="77777777" w:rsidR="00782D29" w:rsidRDefault="00782D29" w:rsidP="00782D29">
      <w:pPr>
        <w:pStyle w:val="Text1-1"/>
      </w:pPr>
      <w:r w:rsidRPr="00782D29"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331B3EA2" w14:textId="77777777" w:rsidR="00782D29" w:rsidRPr="00782D29" w:rsidRDefault="00782D29" w:rsidP="00782D29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lastRenderedPageBreak/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73E9A41" w14:textId="77777777" w:rsidR="00782D29" w:rsidRPr="00782D29" w:rsidRDefault="00782D29" w:rsidP="00782D29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77B07B70" w14:textId="77777777" w:rsidR="00782D29" w:rsidRPr="00782D29" w:rsidRDefault="00782D29" w:rsidP="00782D29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487C70FF" w14:textId="77777777" w:rsidR="00782D29" w:rsidRPr="00782D29" w:rsidRDefault="00782D29" w:rsidP="00782D29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6907C378" w14:textId="77777777" w:rsidR="00782D29" w:rsidRPr="00AF77E4" w:rsidRDefault="00782D29" w:rsidP="00A47166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</w:t>
      </w:r>
      <w:proofErr w:type="spellStart"/>
      <w:r w:rsidR="00A47166" w:rsidRPr="00AF77E4">
        <w:t>scanu</w:t>
      </w:r>
      <w:proofErr w:type="spellEnd"/>
      <w:r w:rsidR="00A47166" w:rsidRPr="00AF77E4">
        <w:t xml:space="preserve">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69E2D4D1" w14:textId="77777777" w:rsidR="00F24489" w:rsidRDefault="00782D29" w:rsidP="00214C3E">
      <w:pPr>
        <w:pStyle w:val="Nadpis1-1"/>
      </w:pPr>
      <w:r>
        <w:t>vady předmětu koupě (reklamace)</w:t>
      </w:r>
    </w:p>
    <w:p w14:paraId="3E0B4A4A" w14:textId="77777777" w:rsidR="00782D29" w:rsidRDefault="00782D29" w:rsidP="00782D29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522DD618" w14:textId="77777777" w:rsidR="00782D29" w:rsidRDefault="00782D29" w:rsidP="00782D29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437B2F0F" w14:textId="77777777" w:rsidR="00782D29" w:rsidRDefault="00DB3E86" w:rsidP="00DB3E86">
      <w:pPr>
        <w:pStyle w:val="Text1-1"/>
      </w:pPr>
      <w:r w:rsidRPr="006C5511">
        <w:t xml:space="preserve">Prodávající poskytuje </w:t>
      </w:r>
      <w:r w:rsidR="009910DA" w:rsidRPr="006C5511">
        <w:t>K</w:t>
      </w:r>
      <w:r w:rsidRPr="006C5511">
        <w:t xml:space="preserve">upujícímu záruku za jakost předmětu koupě nejméně v délce 24 měsíců ode dne předání a převzetí předmětu koupě </w:t>
      </w:r>
      <w:r w:rsidR="009910DA" w:rsidRPr="006C5511">
        <w:t>K</w:t>
      </w:r>
      <w:r w:rsidRPr="006C5511">
        <w:t xml:space="preserve">upujícím. V případech, kdy by záruční doba poskytnutá výrobci předmětu koupě překročila výše uvedenou dobu 24 měsíců, zavazuje se </w:t>
      </w:r>
      <w:r w:rsidR="009910DA" w:rsidRPr="006C5511">
        <w:t>P</w:t>
      </w:r>
      <w:r w:rsidRPr="006C5511">
        <w:t>rodávající poskytnout</w:t>
      </w:r>
      <w:r w:rsidRPr="00DB3E86">
        <w:t xml:space="preserve"> </w:t>
      </w:r>
      <w:r w:rsidR="009910DA">
        <w:t>K</w:t>
      </w:r>
      <w:r w:rsidRPr="00DB3E86">
        <w:t>upujícímu záruku za jakost předmětu koupě v této delší době dané výrobci předmětu koupě.</w:t>
      </w:r>
    </w:p>
    <w:p w14:paraId="67C93235" w14:textId="77777777" w:rsidR="00DB3E86" w:rsidRDefault="00DB3E86" w:rsidP="00DB3E86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2C97FA57" w14:textId="77777777" w:rsidR="00DB3E86" w:rsidRDefault="00DB3E86" w:rsidP="00DB3E86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5D6BA256" w14:textId="77777777" w:rsidR="00403C48" w:rsidRDefault="00403C48" w:rsidP="00403C48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053FA911" w14:textId="77777777" w:rsidR="00403C48" w:rsidRDefault="00403C48" w:rsidP="00403C48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 xml:space="preserve">upující nebo jeho zástupce nesrovnalosti ve specifikaci nebo 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7645B342" w14:textId="77777777" w:rsidR="00403C48" w:rsidRDefault="00403C48" w:rsidP="00403C48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6AFAF31E" w14:textId="77777777" w:rsidR="00403C48" w:rsidRDefault="00403C48" w:rsidP="00403C48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384DC7C0" w14:textId="77777777" w:rsidR="006C7460" w:rsidRDefault="00403C48" w:rsidP="00214C3E">
      <w:pPr>
        <w:pStyle w:val="Nadpis1-1"/>
      </w:pPr>
      <w:r>
        <w:t>sankce (smluvní pokuty, úroky z prodlení)</w:t>
      </w:r>
    </w:p>
    <w:p w14:paraId="1AF4E259" w14:textId="77777777" w:rsidR="00403C48" w:rsidRDefault="00403C48" w:rsidP="00403C48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3F9C42C1" w14:textId="77777777" w:rsidR="00403C48" w:rsidRDefault="00403C48" w:rsidP="00403C48">
      <w:pPr>
        <w:pStyle w:val="Text1-1"/>
      </w:pPr>
      <w:r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 xml:space="preserve">dohodly, </w:t>
      </w:r>
      <w:r w:rsidR="00090317">
        <w:lastRenderedPageBreak/>
        <w:t>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68B9B875" w14:textId="77777777" w:rsidR="00403C48" w:rsidRDefault="00403C48" w:rsidP="00403C48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37E6523F" w14:textId="77777777" w:rsidR="00403C48" w:rsidRDefault="00403C48" w:rsidP="00403C48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19EE0A63" w14:textId="77777777" w:rsidR="00403C48" w:rsidRDefault="00403C48" w:rsidP="00403C48">
      <w:pPr>
        <w:pStyle w:val="Text1-1"/>
      </w:pPr>
      <w:r w:rsidRPr="00403C48">
        <w:t>Povinnost zaplatit</w:t>
      </w:r>
    </w:p>
    <w:p w14:paraId="5C114716" w14:textId="77777777" w:rsidR="00403C48" w:rsidRPr="00403C48" w:rsidRDefault="00403C48" w:rsidP="00403C48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1DE11001" w14:textId="77777777" w:rsidR="00403C48" w:rsidRPr="00403C48" w:rsidRDefault="00403C48" w:rsidP="00403C48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5E2FB740" w14:textId="77777777" w:rsidR="00281052" w:rsidRDefault="00281052" w:rsidP="00281052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 xml:space="preserve">mlouva ex </w:t>
      </w:r>
      <w:proofErr w:type="spellStart"/>
      <w:r>
        <w:t>tunc</w:t>
      </w:r>
      <w:proofErr w:type="spellEnd"/>
      <w:r>
        <w:t>, tj. od počátku.</w:t>
      </w:r>
    </w:p>
    <w:p w14:paraId="6795F7A0" w14:textId="77777777" w:rsidR="00281052" w:rsidRDefault="00281052" w:rsidP="00281052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7F49AC1C" w14:textId="77777777" w:rsidR="006C7460" w:rsidRPr="00092818" w:rsidRDefault="00281052" w:rsidP="00281052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 xml:space="preserve">mlouva ruší ex </w:t>
      </w:r>
      <w:proofErr w:type="spellStart"/>
      <w:r>
        <w:t>tunc</w:t>
      </w:r>
      <w:proofErr w:type="spellEnd"/>
      <w:r>
        <w:t>, tj. od počátku.</w:t>
      </w:r>
    </w:p>
    <w:p w14:paraId="485C9918" w14:textId="77777777" w:rsidR="007A7344" w:rsidRDefault="00281052" w:rsidP="00214C3E">
      <w:pPr>
        <w:pStyle w:val="Nadpis1-1"/>
      </w:pPr>
      <w:r>
        <w:t>společná a závěrečná ustanovení</w:t>
      </w:r>
    </w:p>
    <w:p w14:paraId="236A0F5A" w14:textId="77777777" w:rsidR="0031424A" w:rsidRDefault="0031424A" w:rsidP="0031424A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36DBBD2C" w14:textId="77777777" w:rsidR="0031424A" w:rsidRDefault="0031424A" w:rsidP="0031424A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26F513C8" w14:textId="77777777" w:rsidR="0031424A" w:rsidRDefault="0031424A" w:rsidP="0031424A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nejpozději do 10 dnů ode dne doručení výzvy. Veškeré spory z této </w:t>
      </w:r>
      <w:r w:rsidR="00022D32">
        <w:t>S</w:t>
      </w:r>
      <w:r>
        <w:t xml:space="preserve">mlouvy, u nichž nedojde k dohodě, budou řešit soudy České republiky. </w:t>
      </w:r>
    </w:p>
    <w:p w14:paraId="2304AE7C" w14:textId="77777777" w:rsidR="0031424A" w:rsidRDefault="0031424A" w:rsidP="0031424A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05A681D3" w14:textId="77777777" w:rsidR="0031424A" w:rsidRDefault="0031424A" w:rsidP="0031424A">
      <w:pPr>
        <w:pStyle w:val="Text1-1"/>
      </w:pPr>
      <w:r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5FCF26A9" w14:textId="77777777" w:rsidR="0031424A" w:rsidRDefault="0031424A" w:rsidP="0031424A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290B0547" w14:textId="77777777" w:rsidR="0031424A" w:rsidRDefault="0031424A" w:rsidP="0031424A">
      <w:pPr>
        <w:pStyle w:val="Text1-1"/>
      </w:pPr>
      <w:r>
        <w:t xml:space="preserve">Prodávající bere na vědomí, že </w:t>
      </w:r>
      <w:r w:rsidR="00022D32">
        <w:t>K</w:t>
      </w:r>
      <w:r>
        <w:t>upující je povinným subjektem dle zákona č. 340/2015 Sb., o zvláštních podmínkách účinnosti některých smluv, uveřejňování těchto smluv a</w:t>
      </w:r>
      <w:r w:rsidR="00690655">
        <w:t> </w:t>
      </w:r>
      <w:r>
        <w:t xml:space="preserve">registru smluv (zákon o registru smluv), ve znění pozdějších předpisů (dále jen „ZRS“). </w:t>
      </w:r>
      <w:r>
        <w:lastRenderedPageBreak/>
        <w:t>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>takovým uveřejněním textu smlouvy, jejích příloh i případných dodatků (bez identifikace osob, které nejsou uvedeny ve veřejně přístupných rejstřících, kontaktů a</w:t>
      </w:r>
      <w:r w:rsidR="00690655">
        <w:t> </w:t>
      </w:r>
      <w:r>
        <w:t xml:space="preserve">bankovních spojení). Zaslání smlouvy správci registru smluv k uveřejnění smluv obvykle zajišťuje </w:t>
      </w:r>
      <w:r w:rsidR="00022D32">
        <w:t>K</w:t>
      </w:r>
      <w:r>
        <w:t xml:space="preserve">upující, nicméně odpovědnost za uveřejnění smlouvy v 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26D62D24" w14:textId="77777777" w:rsidR="0031424A" w:rsidRDefault="0031424A" w:rsidP="0031424A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3C66C0">
        <w:t> </w:t>
      </w:r>
      <w:r w:rsidRPr="00090317">
        <w:t>obchodní</w:t>
      </w:r>
      <w:r>
        <w:t xml:space="preserve">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018E8856" w14:textId="77777777" w:rsidR="0031424A" w:rsidRDefault="0031424A" w:rsidP="0031424A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 xml:space="preserve">upující jako s obchodním tajemstvím nakládat a ani zodpovídat za případnou škodu či 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5410FEF1" w14:textId="77777777" w:rsidR="0031424A" w:rsidRDefault="0031424A" w:rsidP="0031424A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2B114A21" w14:textId="77777777" w:rsidR="00EE1D3D" w:rsidRPr="00EE1D3D" w:rsidRDefault="00EE1D3D" w:rsidP="00EE1D3D">
      <w:pPr>
        <w:pStyle w:val="Text1-1"/>
        <w:rPr>
          <w:highlight w:val="yellow"/>
        </w:rPr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 xml:space="preserve">mlouva je vyhotovena v elektronické podobě, přičemž obě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mluvní strany obdrží její elektronický originál opatřený elektronickými podpisy.</w:t>
      </w:r>
    </w:p>
    <w:p w14:paraId="5155AC7A" w14:textId="77777777" w:rsidR="00EE1D3D" w:rsidRDefault="00EE1D3D" w:rsidP="00EE1D3D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5EC6B204" w14:textId="77777777" w:rsidR="0031424A" w:rsidRPr="00EE1D3D" w:rsidRDefault="00EE1D3D" w:rsidP="00EE1D3D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07A81A4C" w14:textId="77777777" w:rsidR="006B240F" w:rsidRDefault="0031424A" w:rsidP="0031424A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57059D17" w14:textId="77777777" w:rsidR="0031424A" w:rsidRDefault="006B240F" w:rsidP="006B240F">
      <w:r>
        <w:br w:type="page"/>
      </w:r>
    </w:p>
    <w:p w14:paraId="0D686023" w14:textId="77777777" w:rsidR="00927364" w:rsidRDefault="00927364" w:rsidP="00927364">
      <w:pPr>
        <w:pStyle w:val="Text1-1"/>
      </w:pPr>
      <w:r w:rsidRPr="00927364">
        <w:lastRenderedPageBreak/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783CDDF4" w14:textId="77777777" w:rsidR="00214C3E" w:rsidRPr="00F97DBD" w:rsidRDefault="00214C3E" w:rsidP="00214C3E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43C6AE43" w14:textId="77777777" w:rsidTr="00DF5182">
        <w:trPr>
          <w:jc w:val="center"/>
        </w:trPr>
        <w:tc>
          <w:tcPr>
            <w:tcW w:w="1253" w:type="pct"/>
          </w:tcPr>
          <w:bookmarkStart w:id="3" w:name="ListAnnex01"/>
          <w:p w14:paraId="521BBF2B" w14:textId="77777777" w:rsidR="00214C3E" w:rsidRPr="00F97DBD" w:rsidRDefault="00214C3E" w:rsidP="00214C3E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3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0D81B342" w14:textId="77777777" w:rsidR="00214C3E" w:rsidRPr="00F97DBD" w:rsidRDefault="00DF5182" w:rsidP="00DF5182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165B0EA7" w14:textId="77777777" w:rsidTr="00DF5182">
        <w:trPr>
          <w:jc w:val="center"/>
        </w:trPr>
        <w:tc>
          <w:tcPr>
            <w:tcW w:w="1253" w:type="pct"/>
          </w:tcPr>
          <w:p w14:paraId="38181E87" w14:textId="77777777" w:rsidR="00667A0D" w:rsidRPr="00667A0D" w:rsidRDefault="00667A0D" w:rsidP="00214C3E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1057E0E3" w14:textId="77777777" w:rsidR="00667A0D" w:rsidRPr="00F97DBD" w:rsidRDefault="00DF5182" w:rsidP="00DF5182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3E4DDA42" w14:textId="77777777" w:rsidR="00F422D3" w:rsidRDefault="00F422D3" w:rsidP="009F0867">
      <w:pPr>
        <w:pStyle w:val="Textbezodsazen"/>
      </w:pPr>
    </w:p>
    <w:p w14:paraId="4BBAFBA7" w14:textId="77777777" w:rsidR="00F422D3" w:rsidRPr="00214C3E" w:rsidRDefault="00214C3E" w:rsidP="00214C3E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5F55222A" w14:textId="77777777" w:rsidR="00EE1D3D" w:rsidRDefault="00EE1D3D" w:rsidP="009F0867">
      <w:pPr>
        <w:pStyle w:val="Textbezodsazen"/>
      </w:pPr>
    </w:p>
    <w:p w14:paraId="600C7FB2" w14:textId="77777777" w:rsidR="00EE1D3D" w:rsidRDefault="00EE1D3D" w:rsidP="009F0867">
      <w:pPr>
        <w:pStyle w:val="Textbezodsazen"/>
      </w:pPr>
    </w:p>
    <w:p w14:paraId="5A8BB2B8" w14:textId="77777777" w:rsidR="006B240F" w:rsidRDefault="006B240F" w:rsidP="006B240F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6B240F" w:rsidRPr="00EE1D3D" w14:paraId="75741266" w14:textId="77777777" w:rsidTr="003549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3C541BA1" w14:textId="77777777" w:rsidR="006B240F" w:rsidRPr="00EE1D3D" w:rsidRDefault="006B240F" w:rsidP="00354902">
            <w:pPr>
              <w:pStyle w:val="Textbezodsazen"/>
              <w:spacing w:line="264" w:lineRule="auto"/>
              <w:rPr>
                <w:sz w:val="18"/>
              </w:rPr>
            </w:pPr>
            <w:r w:rsidRPr="00EE1D3D">
              <w:rPr>
                <w:sz w:val="18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01B4C0B7" w14:textId="77777777" w:rsidR="006B240F" w:rsidRPr="00EE1D3D" w:rsidRDefault="006B240F" w:rsidP="00354902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0E51DC10" w14:textId="77777777" w:rsidR="006B240F" w:rsidRPr="00EE1D3D" w:rsidRDefault="006B240F" w:rsidP="00354902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V ………………………… dne</w:t>
            </w:r>
          </w:p>
        </w:tc>
      </w:tr>
      <w:tr w:rsidR="006B240F" w:rsidRPr="00EE1D3D" w14:paraId="6CE4D979" w14:textId="77777777" w:rsidTr="00354902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0F2D9EE" w14:textId="77777777" w:rsidR="006B240F" w:rsidRPr="00EE1D3D" w:rsidRDefault="006B240F" w:rsidP="00354902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7F9F3123" w14:textId="77777777" w:rsidR="006B240F" w:rsidRPr="00EE1D3D" w:rsidRDefault="006B240F" w:rsidP="00354902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92CF5F8" w14:textId="77777777" w:rsidR="006B240F" w:rsidRPr="00EE1D3D" w:rsidRDefault="006B240F" w:rsidP="00354902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6B240F" w:rsidRPr="00EE1D3D" w14:paraId="22B88B6A" w14:textId="77777777" w:rsidTr="003549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277E182" w14:textId="77777777" w:rsidR="006B240F" w:rsidRPr="00EE1D3D" w:rsidRDefault="006B240F" w:rsidP="00354902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6C12F717" w14:textId="77777777" w:rsidR="006B240F" w:rsidRPr="00696C30" w:rsidRDefault="006B240F" w:rsidP="00354902">
            <w:pPr>
              <w:pStyle w:val="Textbezodsazen"/>
              <w:spacing w:after="0" w:line="264" w:lineRule="auto"/>
              <w:rPr>
                <w:i/>
                <w:sz w:val="18"/>
              </w:rPr>
            </w:pPr>
            <w:r w:rsidRPr="00AE3148">
              <w:rPr>
                <w:i/>
                <w:sz w:val="18"/>
                <w:highlight w:val="yellow"/>
              </w:rPr>
              <w:t>(podepsáno elektronicky)</w:t>
            </w:r>
          </w:p>
          <w:p w14:paraId="2E9E1668" w14:textId="77777777" w:rsidR="006B240F" w:rsidRPr="00EE1D3D" w:rsidRDefault="006B240F" w:rsidP="00354902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01CE60BD" w14:textId="77777777" w:rsidR="006B240F" w:rsidRPr="00EE1D3D" w:rsidRDefault="006B240F" w:rsidP="00354902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6561D4AD" w14:textId="77777777" w:rsidR="006B240F" w:rsidRPr="00EE1D3D" w:rsidRDefault="006B240F" w:rsidP="00354902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7528DC85" w14:textId="77777777" w:rsidR="006B240F" w:rsidRPr="00696C30" w:rsidRDefault="006B240F" w:rsidP="00354902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  <w:r w:rsidRPr="00AE3148">
              <w:rPr>
                <w:i/>
                <w:sz w:val="18"/>
                <w:highlight w:val="yellow"/>
              </w:rPr>
              <w:t>(podepsáno elektronicky)</w:t>
            </w:r>
          </w:p>
          <w:p w14:paraId="3BA0CBD5" w14:textId="77777777" w:rsidR="006B240F" w:rsidRPr="00EE1D3D" w:rsidRDefault="006B240F" w:rsidP="00354902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6B240F" w:rsidRPr="00EE1D3D" w14:paraId="6813DFC7" w14:textId="77777777" w:rsidTr="003549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1CC91D9A" w14:textId="77777777" w:rsidR="006B240F" w:rsidRPr="00EE1D3D" w:rsidRDefault="006B240F" w:rsidP="00354902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Ing. Petr Vodička</w:t>
            </w:r>
          </w:p>
          <w:p w14:paraId="6A816A58" w14:textId="77777777" w:rsidR="006B240F" w:rsidRPr="00EE1D3D" w:rsidRDefault="006B240F" w:rsidP="00354902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01D9A42A" w14:textId="77777777" w:rsidR="006B240F" w:rsidRPr="00EE1D3D" w:rsidRDefault="006B240F" w:rsidP="00354902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 Oblastního ředitelství</w:t>
            </w:r>
          </w:p>
          <w:p w14:paraId="157B8BD8" w14:textId="77777777" w:rsidR="006B240F" w:rsidRPr="00EE1D3D" w:rsidRDefault="006B240F" w:rsidP="00354902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3FB093DF" w14:textId="77777777" w:rsidR="006B240F" w:rsidRPr="00EE1D3D" w:rsidRDefault="006B240F" w:rsidP="00354902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7425978B" w14:textId="77777777" w:rsidR="006B240F" w:rsidRPr="00EE1D3D" w:rsidRDefault="006B240F" w:rsidP="00354902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61339EEA" w14:textId="77777777" w:rsidR="006B240F" w:rsidRPr="00EE1D3D" w:rsidRDefault="006B240F" w:rsidP="00354902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EE1D3D">
              <w:rPr>
                <w:bCs/>
                <w:sz w:val="18"/>
                <w:highlight w:val="yellow"/>
              </w:rPr>
              <w:t>Zhotovitel</w:t>
            </w:r>
          </w:p>
          <w:p w14:paraId="146454BF" w14:textId="77777777" w:rsidR="006B240F" w:rsidRPr="00EE1D3D" w:rsidRDefault="006B240F" w:rsidP="00354902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5D7CBE91" w14:textId="77777777" w:rsidR="006B240F" w:rsidRDefault="006B240F" w:rsidP="006B240F">
      <w:pPr>
        <w:pStyle w:val="Textbezodsazen"/>
      </w:pPr>
    </w:p>
    <w:p w14:paraId="15A7A263" w14:textId="77777777" w:rsidR="006B240F" w:rsidRDefault="006B240F" w:rsidP="006B240F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B0D5E0B" w14:textId="77777777" w:rsidR="006B240F" w:rsidRDefault="006B240F" w:rsidP="006B240F">
      <w:pPr>
        <w:pStyle w:val="Textbezodsazen"/>
        <w:spacing w:after="0"/>
      </w:pPr>
    </w:p>
    <w:p w14:paraId="2ADDC109" w14:textId="77777777" w:rsidR="006B240F" w:rsidRDefault="006B240F" w:rsidP="006B240F">
      <w:pPr>
        <w:pStyle w:val="Textbezodsazen"/>
        <w:spacing w:after="0"/>
      </w:pPr>
      <w:r>
        <w:tab/>
      </w:r>
      <w:r>
        <w:tab/>
      </w:r>
    </w:p>
    <w:p w14:paraId="18434579" w14:textId="77777777" w:rsidR="006B240F" w:rsidRDefault="006B240F" w:rsidP="006B240F">
      <w:pPr>
        <w:pStyle w:val="Textbezodsazen"/>
      </w:pPr>
    </w:p>
    <w:p w14:paraId="67CCE635" w14:textId="77777777" w:rsidR="006B240F" w:rsidRDefault="006B240F" w:rsidP="006B240F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>Tato Smlouva byla uveřejněna prostřednictvím registru smluv dne …………………</w:t>
      </w:r>
    </w:p>
    <w:p w14:paraId="3AA86262" w14:textId="77777777" w:rsidR="00CB4F6D" w:rsidRDefault="00CB4F6D">
      <w:r>
        <w:br w:type="page"/>
      </w:r>
    </w:p>
    <w:p w14:paraId="68D32F5A" w14:textId="77777777" w:rsidR="00CB4F6D" w:rsidRDefault="00CB4F6D" w:rsidP="009F0867">
      <w:pPr>
        <w:pStyle w:val="Textbezodsazen"/>
        <w:sectPr w:rsidR="00CB4F6D" w:rsidSect="003734FF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238" w:right="1134" w:bottom="1474" w:left="1418" w:header="601" w:footer="624" w:gutter="652"/>
          <w:cols w:space="708"/>
          <w:titlePg/>
          <w:docGrid w:linePitch="360"/>
        </w:sectPr>
      </w:pPr>
    </w:p>
    <w:p w14:paraId="08CC832A" w14:textId="77777777" w:rsidR="00DF5182" w:rsidRDefault="00DF5182" w:rsidP="00DF5182">
      <w:pPr>
        <w:pStyle w:val="Nadpisbezsl1-1"/>
      </w:pPr>
      <w:r>
        <w:lastRenderedPageBreak/>
        <w:t>Příloha č. 1</w:t>
      </w:r>
    </w:p>
    <w:p w14:paraId="28D09237" w14:textId="77777777" w:rsidR="00DF5182" w:rsidRDefault="00DF5182" w:rsidP="00DF5182">
      <w:pPr>
        <w:pStyle w:val="Nadpisbezsl1-2"/>
      </w:pPr>
      <w:r>
        <w:t>Cenová nabídka</w:t>
      </w:r>
    </w:p>
    <w:p w14:paraId="6486050C" w14:textId="77777777" w:rsidR="00294C85" w:rsidRDefault="00294C85" w:rsidP="00AB4C40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294C85">
        <w:rPr>
          <w:rFonts w:ascii="Verdana" w:hAnsi="Verdana"/>
          <w:b w:val="0"/>
          <w:sz w:val="18"/>
          <w:szCs w:val="18"/>
        </w:rPr>
        <w:t xml:space="preserve">Součástí </w:t>
      </w:r>
      <w:r w:rsidR="00022D32">
        <w:rPr>
          <w:rFonts w:ascii="Verdana" w:hAnsi="Verdana"/>
          <w:b w:val="0"/>
          <w:sz w:val="18"/>
          <w:szCs w:val="18"/>
        </w:rPr>
        <w:t>této S</w:t>
      </w:r>
      <w:r>
        <w:rPr>
          <w:rFonts w:ascii="Verdana" w:hAnsi="Verdana"/>
          <w:b w:val="0"/>
          <w:sz w:val="18"/>
          <w:szCs w:val="18"/>
        </w:rPr>
        <w:t>mlouvy</w:t>
      </w:r>
      <w:r w:rsidRPr="00294C85">
        <w:rPr>
          <w:rFonts w:ascii="Verdana" w:hAnsi="Verdana"/>
          <w:b w:val="0"/>
          <w:sz w:val="18"/>
          <w:szCs w:val="18"/>
        </w:rPr>
        <w:t xml:space="preserve"> je </w:t>
      </w:r>
      <w:r>
        <w:rPr>
          <w:rFonts w:ascii="Verdana" w:hAnsi="Verdana"/>
          <w:b w:val="0"/>
          <w:sz w:val="18"/>
          <w:szCs w:val="18"/>
        </w:rPr>
        <w:t>cenová nabídka</w:t>
      </w:r>
      <w:r w:rsidRPr="00294C85">
        <w:rPr>
          <w:rFonts w:ascii="Verdana" w:hAnsi="Verdana"/>
          <w:b w:val="0"/>
          <w:sz w:val="18"/>
          <w:szCs w:val="18"/>
        </w:rPr>
        <w:t>, kter</w:t>
      </w:r>
      <w:r>
        <w:rPr>
          <w:rFonts w:ascii="Verdana" w:hAnsi="Verdana"/>
          <w:b w:val="0"/>
          <w:sz w:val="18"/>
          <w:szCs w:val="18"/>
        </w:rPr>
        <w:t>á</w:t>
      </w:r>
      <w:r w:rsidRPr="00294C85">
        <w:rPr>
          <w:rFonts w:ascii="Verdana" w:hAnsi="Verdana"/>
          <w:b w:val="0"/>
          <w:sz w:val="18"/>
          <w:szCs w:val="18"/>
        </w:rPr>
        <w:t xml:space="preserve"> je uveden</w:t>
      </w:r>
      <w:r>
        <w:rPr>
          <w:rFonts w:ascii="Verdana" w:hAnsi="Verdana"/>
          <w:b w:val="0"/>
          <w:sz w:val="18"/>
          <w:szCs w:val="18"/>
        </w:rPr>
        <w:t>a</w:t>
      </w:r>
      <w:r w:rsidRPr="00294C85">
        <w:rPr>
          <w:rFonts w:ascii="Verdana" w:hAnsi="Verdana"/>
          <w:b w:val="0"/>
          <w:sz w:val="18"/>
          <w:szCs w:val="18"/>
        </w:rPr>
        <w:t xml:space="preserve"> v nabídce </w:t>
      </w:r>
      <w:r w:rsidR="00AB4C40">
        <w:rPr>
          <w:rFonts w:ascii="Verdana" w:hAnsi="Verdana"/>
          <w:b w:val="0"/>
          <w:sz w:val="18"/>
          <w:szCs w:val="18"/>
        </w:rPr>
        <w:t>P</w:t>
      </w:r>
      <w:r w:rsidR="00AF37A3">
        <w:rPr>
          <w:rFonts w:ascii="Verdana" w:hAnsi="Verdana"/>
          <w:b w:val="0"/>
          <w:sz w:val="18"/>
          <w:szCs w:val="18"/>
        </w:rPr>
        <w:t>rodávajícího</w:t>
      </w:r>
      <w:r w:rsidR="00A70CD1">
        <w:rPr>
          <w:rFonts w:ascii="Verdana" w:hAnsi="Verdana"/>
          <w:b w:val="0"/>
          <w:sz w:val="18"/>
          <w:szCs w:val="18"/>
        </w:rPr>
        <w:t>, která </w:t>
      </w:r>
      <w:r w:rsidR="00EE1D3D">
        <w:rPr>
          <w:rFonts w:ascii="Verdana" w:hAnsi="Verdana"/>
          <w:b w:val="0"/>
          <w:sz w:val="18"/>
          <w:szCs w:val="18"/>
        </w:rPr>
        <w:t xml:space="preserve">byla kupujícímu doručena prostřednictvím elektronického nástroje E-ZAK dne </w:t>
      </w:r>
      <w:r w:rsidR="00EE1D3D" w:rsidRPr="00EE1D3D">
        <w:rPr>
          <w:rFonts w:ascii="Verdana" w:hAnsi="Verdana"/>
          <w:b w:val="0"/>
          <w:sz w:val="18"/>
          <w:highlight w:val="cyan"/>
        </w:rPr>
        <w:fldChar w:fldCharType="begin">
          <w:ffData>
            <w:name w:val="Text15"/>
            <w:enabled/>
            <w:calcOnExit w:val="0"/>
            <w:textInput>
              <w:default w:val="[datum doručení nabídky]"/>
            </w:textInput>
          </w:ffData>
        </w:fldChar>
      </w:r>
      <w:bookmarkStart w:id="4" w:name="Text15"/>
      <w:r w:rsidR="00EE1D3D" w:rsidRPr="00EE1D3D">
        <w:rPr>
          <w:rFonts w:ascii="Verdana" w:hAnsi="Verdana"/>
          <w:b w:val="0"/>
          <w:sz w:val="18"/>
          <w:highlight w:val="cyan"/>
        </w:rPr>
        <w:instrText xml:space="preserve"> FORMTEXT </w:instrText>
      </w:r>
      <w:r w:rsidR="00EE1D3D" w:rsidRPr="00EE1D3D">
        <w:rPr>
          <w:rFonts w:ascii="Verdana" w:hAnsi="Verdana"/>
          <w:b w:val="0"/>
          <w:sz w:val="18"/>
          <w:highlight w:val="cyan"/>
        </w:rPr>
      </w:r>
      <w:r w:rsidR="00EE1D3D" w:rsidRPr="00EE1D3D">
        <w:rPr>
          <w:rFonts w:ascii="Verdana" w:hAnsi="Verdana"/>
          <w:b w:val="0"/>
          <w:sz w:val="18"/>
          <w:highlight w:val="cyan"/>
        </w:rPr>
        <w:fldChar w:fldCharType="separate"/>
      </w:r>
      <w:r w:rsidR="00EE1D3D" w:rsidRPr="00EE1D3D">
        <w:rPr>
          <w:rFonts w:ascii="Verdana" w:hAnsi="Verdana"/>
          <w:b w:val="0"/>
          <w:noProof/>
          <w:sz w:val="18"/>
          <w:highlight w:val="cyan"/>
        </w:rPr>
        <w:t>[datum doručení nabídky]</w:t>
      </w:r>
      <w:r w:rsidR="00EE1D3D" w:rsidRPr="00EE1D3D">
        <w:rPr>
          <w:rFonts w:ascii="Verdana" w:hAnsi="Verdana"/>
          <w:b w:val="0"/>
          <w:sz w:val="18"/>
          <w:highlight w:val="cyan"/>
        </w:rPr>
        <w:fldChar w:fldCharType="end"/>
      </w:r>
      <w:bookmarkEnd w:id="4"/>
      <w:r w:rsidR="00EE1D3D">
        <w:rPr>
          <w:rFonts w:ascii="Verdana" w:hAnsi="Verdana"/>
          <w:b w:val="0"/>
          <w:sz w:val="18"/>
        </w:rPr>
        <w:t>.</w:t>
      </w:r>
    </w:p>
    <w:p w14:paraId="047C78A0" w14:textId="77777777" w:rsidR="00BD5C70" w:rsidRDefault="00BD5C70" w:rsidP="00AB4C40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362C4EBE" w14:textId="77777777" w:rsidR="00BD5C70" w:rsidRPr="00294C85" w:rsidRDefault="00BD5C70" w:rsidP="00DF5182">
      <w:pPr>
        <w:pStyle w:val="Nadpisbezsl1-2"/>
        <w:rPr>
          <w:b w:val="0"/>
          <w:sz w:val="18"/>
          <w:szCs w:val="18"/>
        </w:rPr>
        <w:sectPr w:rsidR="00BD5C70" w:rsidRPr="00294C85" w:rsidSect="00C67F6A">
          <w:headerReference w:type="default" r:id="rId15"/>
          <w:footerReference w:type="default" r:id="rId16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5CD5A6D7" w14:textId="77777777" w:rsidR="00CB4F6D" w:rsidRDefault="00CB4F6D" w:rsidP="00F762A8">
      <w:pPr>
        <w:pStyle w:val="Nadpisbezsl1-1"/>
      </w:pPr>
      <w:r>
        <w:lastRenderedPageBreak/>
        <w:t xml:space="preserve">Příloha č. </w:t>
      </w:r>
      <w:r w:rsidR="00FF39A1">
        <w:t>2</w:t>
      </w:r>
    </w:p>
    <w:p w14:paraId="0B6E5B74" w14:textId="77777777" w:rsidR="00502690" w:rsidRDefault="00E463D2" w:rsidP="00687CE8">
      <w:pPr>
        <w:pStyle w:val="Nadpisbezsl1-2"/>
      </w:pPr>
      <w:r w:rsidRPr="00E463D2">
        <w:t>Obchodní podmínky</w:t>
      </w:r>
      <w:r w:rsidR="00687CE8">
        <w:t xml:space="preserve"> ke kupní smlouvě</w:t>
      </w:r>
    </w:p>
    <w:p w14:paraId="23B72059" w14:textId="77777777" w:rsidR="00593C6C" w:rsidRDefault="00593C6C" w:rsidP="00593C6C">
      <w:pPr>
        <w:pStyle w:val="Textbezodsazen"/>
      </w:pPr>
    </w:p>
    <w:p w14:paraId="4360BA71" w14:textId="77777777" w:rsidR="00EE1D3D" w:rsidRDefault="00593C6C" w:rsidP="00593C6C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70DD5F28" w14:textId="77777777" w:rsidR="00593C6C" w:rsidRPr="00F97DBD" w:rsidRDefault="00EE1D3D" w:rsidP="00593C6C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 xml:space="preserve">Smluvní strany podpisem této Smlouvy stvrzují, že jsou s obsahem Obchodních podmínek plně seznámeny, a že v souladu s </w:t>
      </w:r>
      <w:proofErr w:type="spellStart"/>
      <w:r w:rsidRPr="00D16A22">
        <w:rPr>
          <w:rFonts w:eastAsia="Calibri" w:cs="Times New Roman"/>
        </w:rPr>
        <w:t>ust</w:t>
      </w:r>
      <w:proofErr w:type="spellEnd"/>
      <w:r w:rsidRPr="00D16A22">
        <w:rPr>
          <w:rFonts w:eastAsia="Calibri" w:cs="Times New Roman"/>
        </w:rPr>
        <w:t>. § 1751 občanského zákoníku Obchodní podmínky tvoří část obsahu Smlouvy.</w:t>
      </w:r>
    </w:p>
    <w:sectPr w:rsidR="00593C6C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F793FE" w14:textId="77777777" w:rsidR="00AF7CB1" w:rsidRDefault="00AF7CB1" w:rsidP="00962258">
      <w:pPr>
        <w:spacing w:after="0" w:line="240" w:lineRule="auto"/>
      </w:pPr>
      <w:r>
        <w:separator/>
      </w:r>
    </w:p>
  </w:endnote>
  <w:endnote w:type="continuationSeparator" w:id="0">
    <w:p w14:paraId="2265C6F8" w14:textId="77777777" w:rsidR="00AF7CB1" w:rsidRDefault="00AF7CB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495"/>
    </w:tblGrid>
    <w:tr w:rsidR="006C7460" w14:paraId="219AE3BB" w14:textId="77777777" w:rsidTr="00C67F6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7A22530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4279510B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4326EC16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473BE0B5" w14:textId="5C023E80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34FF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3734FF">
            <w:rPr>
              <w:b/>
              <w:noProof/>
              <w:color w:val="FF5200" w:themeColor="accent2"/>
              <w:sz w:val="14"/>
              <w:szCs w:val="14"/>
            </w:rPr>
            <w:t>7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5F285BFD" w14:textId="77777777" w:rsidR="006C7460" w:rsidRDefault="006C7460" w:rsidP="00B8518B">
          <w:pPr>
            <w:pStyle w:val="Zpat"/>
          </w:pPr>
        </w:p>
      </w:tc>
      <w:tc>
        <w:tcPr>
          <w:tcW w:w="8505" w:type="dxa"/>
        </w:tcPr>
        <w:p w14:paraId="2A5DE9C1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6FDD59B7" w14:textId="77777777" w:rsidR="000F3131" w:rsidRDefault="000F3131" w:rsidP="000F3131">
          <w:pPr>
            <w:jc w:val="right"/>
            <w:rPr>
              <w:b/>
              <w:noProof/>
            </w:rPr>
          </w:pPr>
          <w:r w:rsidRPr="00AA4634">
            <w:rPr>
              <w:b/>
              <w:noProof/>
            </w:rPr>
            <w:t>„</w:t>
          </w:r>
          <w:r>
            <w:rPr>
              <w:b/>
              <w:noProof/>
            </w:rPr>
            <w:t>Dodávka 2 kusů motorových stěpkovačů větví</w:t>
          </w:r>
          <w:r w:rsidRPr="00AA4634">
            <w:rPr>
              <w:b/>
              <w:noProof/>
            </w:rPr>
            <w:t>“</w:t>
          </w:r>
        </w:p>
        <w:p w14:paraId="19C7C20F" w14:textId="77777777" w:rsidR="00855979" w:rsidRPr="000F3131" w:rsidRDefault="00855979" w:rsidP="000F3131">
          <w:pPr>
            <w:pStyle w:val="Zpat0"/>
            <w:jc w:val="center"/>
            <w:rPr>
              <w:sz w:val="14"/>
            </w:rPr>
          </w:pPr>
        </w:p>
        <w:p w14:paraId="1F6C879A" w14:textId="77777777" w:rsidR="006C7460" w:rsidRDefault="006C7460" w:rsidP="00F422D3">
          <w:pPr>
            <w:pStyle w:val="Zpat0"/>
          </w:pPr>
        </w:p>
      </w:tc>
    </w:tr>
  </w:tbl>
  <w:p w14:paraId="4E1F4D08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C7515" w14:textId="77777777" w:rsidR="006C7460" w:rsidRPr="00B8518B" w:rsidRDefault="006C7460" w:rsidP="00460660">
    <w:pPr>
      <w:pStyle w:val="Zpat"/>
      <w:rPr>
        <w:sz w:val="2"/>
        <w:szCs w:val="2"/>
      </w:rPr>
    </w:pPr>
  </w:p>
  <w:p w14:paraId="5394954C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2C9C0171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716E5BB0" w14:textId="77777777" w:rsidR="000B073C" w:rsidRPr="00C67F6A" w:rsidRDefault="000B073C" w:rsidP="00F715D4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31C05B83" w14:textId="77777777" w:rsidR="000B073C" w:rsidRPr="00C67F6A" w:rsidRDefault="000B073C" w:rsidP="00F715D4">
          <w:pPr>
            <w:pStyle w:val="Zpat"/>
            <w:rPr>
              <w:rStyle w:val="slostrnky"/>
            </w:rPr>
          </w:pPr>
        </w:p>
        <w:p w14:paraId="3B836BB5" w14:textId="77777777" w:rsidR="000B073C" w:rsidRPr="00C67F6A" w:rsidRDefault="000B073C" w:rsidP="00F715D4">
          <w:pPr>
            <w:pStyle w:val="Zpat"/>
            <w:rPr>
              <w:rStyle w:val="slostrnky"/>
            </w:rPr>
          </w:pPr>
        </w:p>
        <w:p w14:paraId="3BC7E4A8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7E9BDC11" w14:textId="77777777" w:rsidR="000B073C" w:rsidRPr="00C67F6A" w:rsidRDefault="000B073C" w:rsidP="00F715D4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3C566C9D" w14:textId="77777777" w:rsidR="000B073C" w:rsidRPr="00C67F6A" w:rsidRDefault="000B073C" w:rsidP="00E7049B">
          <w:pPr>
            <w:pStyle w:val="Zpat"/>
            <w:ind w:right="760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5A91A75D" w14:textId="77777777" w:rsidR="000F3131" w:rsidRDefault="000F3131" w:rsidP="000F3131">
          <w:pPr>
            <w:jc w:val="right"/>
            <w:rPr>
              <w:b/>
              <w:noProof/>
            </w:rPr>
          </w:pPr>
          <w:r w:rsidRPr="00AA4634">
            <w:rPr>
              <w:b/>
              <w:noProof/>
            </w:rPr>
            <w:t>„</w:t>
          </w:r>
          <w:r>
            <w:rPr>
              <w:b/>
              <w:noProof/>
            </w:rPr>
            <w:t>Dodávka 2 kusů motorových stěpkovačů větví</w:t>
          </w:r>
          <w:r w:rsidRPr="00AA4634">
            <w:rPr>
              <w:b/>
              <w:noProof/>
            </w:rPr>
            <w:t>“</w:t>
          </w:r>
        </w:p>
        <w:p w14:paraId="20CE7CF2" w14:textId="77777777" w:rsidR="000B073C" w:rsidRPr="00C67F6A" w:rsidRDefault="000B073C" w:rsidP="00C67F6A">
          <w:pPr>
            <w:pStyle w:val="Zpat"/>
            <w:jc w:val="right"/>
            <w:rPr>
              <w:rStyle w:val="slostrnky"/>
            </w:rPr>
          </w:pPr>
        </w:p>
      </w:tc>
    </w:tr>
  </w:tbl>
  <w:p w14:paraId="77F0285C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89BD6" w14:textId="77777777" w:rsidR="00AF7CB1" w:rsidRDefault="00AF7CB1" w:rsidP="00962258">
      <w:pPr>
        <w:spacing w:after="0" w:line="240" w:lineRule="auto"/>
      </w:pPr>
      <w:r>
        <w:separator/>
      </w:r>
    </w:p>
  </w:footnote>
  <w:footnote w:type="continuationSeparator" w:id="0">
    <w:p w14:paraId="227DC90B" w14:textId="77777777" w:rsidR="00AF7CB1" w:rsidRDefault="00AF7CB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6AFC7DC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76E54CC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EB7FF02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BED4F5" w14:textId="77777777" w:rsidR="006C7460" w:rsidRPr="00D6163D" w:rsidRDefault="006C7460" w:rsidP="00D6163D">
          <w:pPr>
            <w:pStyle w:val="Druhdokumentu"/>
          </w:pPr>
        </w:p>
      </w:tc>
    </w:tr>
  </w:tbl>
  <w:p w14:paraId="73719BF8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30C4784A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B78168C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233D4F9E" wp14:editId="022426E9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05E31B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1E67286" w14:textId="77777777" w:rsidR="006C7460" w:rsidRPr="00D6163D" w:rsidRDefault="006C7460" w:rsidP="00FC6389">
          <w:pPr>
            <w:pStyle w:val="Druhdokumentu"/>
          </w:pPr>
        </w:p>
      </w:tc>
    </w:tr>
    <w:tr w:rsidR="006C7460" w14:paraId="3914DAAE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7C47813A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357FCF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5751E36" w14:textId="77777777" w:rsidR="006C7460" w:rsidRPr="00D6163D" w:rsidRDefault="006C7460" w:rsidP="00FC6389">
          <w:pPr>
            <w:pStyle w:val="Druhdokumentu"/>
          </w:pPr>
        </w:p>
      </w:tc>
    </w:tr>
  </w:tbl>
  <w:p w14:paraId="70160F9D" w14:textId="77777777" w:rsidR="006C7460" w:rsidRPr="00D6163D" w:rsidRDefault="006C7460" w:rsidP="00FC6389">
    <w:pPr>
      <w:pStyle w:val="Zhlav"/>
      <w:rPr>
        <w:sz w:val="8"/>
        <w:szCs w:val="8"/>
      </w:rPr>
    </w:pPr>
  </w:p>
  <w:p w14:paraId="1961E20A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34CBAC1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A4500B3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4389651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EB593F" w14:textId="77777777" w:rsidR="006C7460" w:rsidRPr="00D6163D" w:rsidRDefault="006C7460" w:rsidP="00D6163D">
          <w:pPr>
            <w:pStyle w:val="Druhdokumentu"/>
          </w:pPr>
        </w:p>
      </w:tc>
    </w:tr>
  </w:tbl>
  <w:p w14:paraId="0495BEE8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1C1705"/>
    <w:multiLevelType w:val="hybridMultilevel"/>
    <w:tmpl w:val="36140C56"/>
    <w:lvl w:ilvl="0" w:tplc="7ADA849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D0168C1"/>
    <w:multiLevelType w:val="hybridMultilevel"/>
    <w:tmpl w:val="01A0A60A"/>
    <w:lvl w:ilvl="0" w:tplc="D35850FA">
      <w:start w:val="160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2AEF46A1"/>
    <w:multiLevelType w:val="multilevel"/>
    <w:tmpl w:val="866A05F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14" w15:restartNumberingAfterBreak="0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323720F9"/>
    <w:multiLevelType w:val="hybridMultilevel"/>
    <w:tmpl w:val="691C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B3C66"/>
    <w:multiLevelType w:val="hybridMultilevel"/>
    <w:tmpl w:val="BF0A6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0" w15:restartNumberingAfterBreak="0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DCE70AD"/>
    <w:multiLevelType w:val="hybridMultilevel"/>
    <w:tmpl w:val="A3CC68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28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8"/>
  </w:num>
  <w:num w:numId="4">
    <w:abstractNumId w:val="13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1"/>
  </w:num>
  <w:num w:numId="8">
    <w:abstractNumId w:val="25"/>
  </w:num>
  <w:num w:numId="9">
    <w:abstractNumId w:val="0"/>
  </w:num>
  <w:num w:numId="10">
    <w:abstractNumId w:val="5"/>
  </w:num>
  <w:num w:numId="11">
    <w:abstractNumId w:val="29"/>
  </w:num>
  <w:num w:numId="12">
    <w:abstractNumId w:val="0"/>
  </w:num>
  <w:num w:numId="13">
    <w:abstractNumId w:val="5"/>
  </w:num>
  <w:num w:numId="14">
    <w:abstractNumId w:val="5"/>
  </w:num>
  <w:num w:numId="15">
    <w:abstractNumId w:val="16"/>
  </w:num>
  <w:num w:numId="16">
    <w:abstractNumId w:val="16"/>
  </w:num>
  <w:num w:numId="17">
    <w:abstractNumId w:val="16"/>
  </w:num>
  <w:num w:numId="18">
    <w:abstractNumId w:val="21"/>
  </w:num>
  <w:num w:numId="19">
    <w:abstractNumId w:val="21"/>
  </w:num>
  <w:num w:numId="20">
    <w:abstractNumId w:val="21"/>
  </w:num>
  <w:num w:numId="21">
    <w:abstractNumId w:val="25"/>
  </w:num>
  <w:num w:numId="22">
    <w:abstractNumId w:val="0"/>
  </w:num>
  <w:num w:numId="23">
    <w:abstractNumId w:val="0"/>
  </w:num>
  <w:num w:numId="24">
    <w:abstractNumId w:val="5"/>
  </w:num>
  <w:num w:numId="25">
    <w:abstractNumId w:val="5"/>
  </w:num>
  <w:num w:numId="26">
    <w:abstractNumId w:val="29"/>
  </w:num>
  <w:num w:numId="27">
    <w:abstractNumId w:val="18"/>
  </w:num>
  <w:num w:numId="28">
    <w:abstractNumId w:val="4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5"/>
  </w:num>
  <w:num w:numId="36">
    <w:abstractNumId w:val="6"/>
  </w:num>
  <w:num w:numId="37">
    <w:abstractNumId w:val="17"/>
  </w:num>
  <w:num w:numId="38">
    <w:abstractNumId w:val="27"/>
  </w:num>
  <w:num w:numId="39">
    <w:abstractNumId w:val="3"/>
  </w:num>
  <w:num w:numId="40">
    <w:abstractNumId w:val="8"/>
  </w:num>
  <w:num w:numId="41">
    <w:abstractNumId w:val="26"/>
  </w:num>
  <w:num w:numId="42">
    <w:abstractNumId w:val="1"/>
  </w:num>
  <w:num w:numId="43">
    <w:abstractNumId w:val="12"/>
  </w:num>
  <w:num w:numId="44">
    <w:abstractNumId w:val="20"/>
  </w:num>
  <w:num w:numId="45">
    <w:abstractNumId w:val="11"/>
  </w:num>
  <w:num w:numId="46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24"/>
  </w:num>
  <w:num w:numId="4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0F"/>
    <w:rsid w:val="00000679"/>
    <w:rsid w:val="00017F3C"/>
    <w:rsid w:val="00022D32"/>
    <w:rsid w:val="00041EC8"/>
    <w:rsid w:val="0005149B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B073C"/>
    <w:rsid w:val="000B4EB8"/>
    <w:rsid w:val="000C41F2"/>
    <w:rsid w:val="000C6E14"/>
    <w:rsid w:val="000D22C4"/>
    <w:rsid w:val="000D27D1"/>
    <w:rsid w:val="000E1A7F"/>
    <w:rsid w:val="000F3131"/>
    <w:rsid w:val="00112864"/>
    <w:rsid w:val="00114472"/>
    <w:rsid w:val="00114988"/>
    <w:rsid w:val="00115069"/>
    <w:rsid w:val="001150F2"/>
    <w:rsid w:val="00123BBA"/>
    <w:rsid w:val="001265C9"/>
    <w:rsid w:val="00143EC0"/>
    <w:rsid w:val="00156A8D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B104C"/>
    <w:rsid w:val="001B4E74"/>
    <w:rsid w:val="001C2A3F"/>
    <w:rsid w:val="001C645F"/>
    <w:rsid w:val="001E678E"/>
    <w:rsid w:val="001F0BA7"/>
    <w:rsid w:val="001F458E"/>
    <w:rsid w:val="002038D5"/>
    <w:rsid w:val="002071BB"/>
    <w:rsid w:val="00207DF5"/>
    <w:rsid w:val="00214C3E"/>
    <w:rsid w:val="002310FF"/>
    <w:rsid w:val="00240B81"/>
    <w:rsid w:val="00247D01"/>
    <w:rsid w:val="00261A5B"/>
    <w:rsid w:val="00262E5B"/>
    <w:rsid w:val="00276AFE"/>
    <w:rsid w:val="00281052"/>
    <w:rsid w:val="00285CF4"/>
    <w:rsid w:val="00290E0D"/>
    <w:rsid w:val="00294C85"/>
    <w:rsid w:val="002A398D"/>
    <w:rsid w:val="002A3B57"/>
    <w:rsid w:val="002A5468"/>
    <w:rsid w:val="002C31BF"/>
    <w:rsid w:val="002C7A28"/>
    <w:rsid w:val="002D7FD6"/>
    <w:rsid w:val="002E0CD7"/>
    <w:rsid w:val="002E0CFB"/>
    <w:rsid w:val="002E5C7B"/>
    <w:rsid w:val="002F4333"/>
    <w:rsid w:val="0031424A"/>
    <w:rsid w:val="0031635D"/>
    <w:rsid w:val="00322192"/>
    <w:rsid w:val="00326AAF"/>
    <w:rsid w:val="00327EEF"/>
    <w:rsid w:val="0033239F"/>
    <w:rsid w:val="00334C6D"/>
    <w:rsid w:val="0034274B"/>
    <w:rsid w:val="0034719F"/>
    <w:rsid w:val="00350A35"/>
    <w:rsid w:val="003571D8"/>
    <w:rsid w:val="00357BC6"/>
    <w:rsid w:val="00361422"/>
    <w:rsid w:val="003734FF"/>
    <w:rsid w:val="0037545D"/>
    <w:rsid w:val="00381EFC"/>
    <w:rsid w:val="00392910"/>
    <w:rsid w:val="00392EB6"/>
    <w:rsid w:val="003956C6"/>
    <w:rsid w:val="003A197F"/>
    <w:rsid w:val="003C33F2"/>
    <w:rsid w:val="003C66C0"/>
    <w:rsid w:val="003D756E"/>
    <w:rsid w:val="003E044A"/>
    <w:rsid w:val="003E420D"/>
    <w:rsid w:val="003E4C13"/>
    <w:rsid w:val="003E763A"/>
    <w:rsid w:val="004021CF"/>
    <w:rsid w:val="00403C48"/>
    <w:rsid w:val="004078F3"/>
    <w:rsid w:val="00414958"/>
    <w:rsid w:val="00427794"/>
    <w:rsid w:val="00436951"/>
    <w:rsid w:val="0044764B"/>
    <w:rsid w:val="00450F07"/>
    <w:rsid w:val="00453CD3"/>
    <w:rsid w:val="0046002F"/>
    <w:rsid w:val="00460660"/>
    <w:rsid w:val="00464BA9"/>
    <w:rsid w:val="00483969"/>
    <w:rsid w:val="00485CE8"/>
    <w:rsid w:val="00486107"/>
    <w:rsid w:val="00491827"/>
    <w:rsid w:val="004B26ED"/>
    <w:rsid w:val="004C4399"/>
    <w:rsid w:val="004C47D6"/>
    <w:rsid w:val="004C787C"/>
    <w:rsid w:val="004D09FB"/>
    <w:rsid w:val="004E76EE"/>
    <w:rsid w:val="004E7A1F"/>
    <w:rsid w:val="004F4B9B"/>
    <w:rsid w:val="00502690"/>
    <w:rsid w:val="00504402"/>
    <w:rsid w:val="0050666E"/>
    <w:rsid w:val="00511AB9"/>
    <w:rsid w:val="00523BB5"/>
    <w:rsid w:val="00523EA7"/>
    <w:rsid w:val="00525F3A"/>
    <w:rsid w:val="005340CB"/>
    <w:rsid w:val="005406EB"/>
    <w:rsid w:val="00553375"/>
    <w:rsid w:val="00553435"/>
    <w:rsid w:val="00555884"/>
    <w:rsid w:val="00557DDF"/>
    <w:rsid w:val="005736B7"/>
    <w:rsid w:val="00575E5A"/>
    <w:rsid w:val="00580245"/>
    <w:rsid w:val="00593C6C"/>
    <w:rsid w:val="005A0FE8"/>
    <w:rsid w:val="005A1F44"/>
    <w:rsid w:val="005B5ACA"/>
    <w:rsid w:val="005D3C39"/>
    <w:rsid w:val="005D572B"/>
    <w:rsid w:val="00601A8C"/>
    <w:rsid w:val="0061068E"/>
    <w:rsid w:val="006115D3"/>
    <w:rsid w:val="006145EB"/>
    <w:rsid w:val="00624262"/>
    <w:rsid w:val="00633B07"/>
    <w:rsid w:val="00642489"/>
    <w:rsid w:val="0065610E"/>
    <w:rsid w:val="00657A25"/>
    <w:rsid w:val="00660AD3"/>
    <w:rsid w:val="0066308A"/>
    <w:rsid w:val="00667A0D"/>
    <w:rsid w:val="006776B6"/>
    <w:rsid w:val="00687CE8"/>
    <w:rsid w:val="00690655"/>
    <w:rsid w:val="00693150"/>
    <w:rsid w:val="00696C30"/>
    <w:rsid w:val="006A5570"/>
    <w:rsid w:val="006A689C"/>
    <w:rsid w:val="006B240F"/>
    <w:rsid w:val="006B3D79"/>
    <w:rsid w:val="006B6FE4"/>
    <w:rsid w:val="006C0BB6"/>
    <w:rsid w:val="006C2343"/>
    <w:rsid w:val="006C442A"/>
    <w:rsid w:val="006C490F"/>
    <w:rsid w:val="006C5511"/>
    <w:rsid w:val="006C7460"/>
    <w:rsid w:val="006C76CE"/>
    <w:rsid w:val="006D3D66"/>
    <w:rsid w:val="006E0578"/>
    <w:rsid w:val="006E314D"/>
    <w:rsid w:val="006F2CAF"/>
    <w:rsid w:val="006F3400"/>
    <w:rsid w:val="00710723"/>
    <w:rsid w:val="007145F3"/>
    <w:rsid w:val="007162F4"/>
    <w:rsid w:val="00723ED1"/>
    <w:rsid w:val="00730E05"/>
    <w:rsid w:val="00740AF5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2D29"/>
    <w:rsid w:val="007846E1"/>
    <w:rsid w:val="007847D6"/>
    <w:rsid w:val="007972AC"/>
    <w:rsid w:val="007A5172"/>
    <w:rsid w:val="007A67A0"/>
    <w:rsid w:val="007A6E42"/>
    <w:rsid w:val="007A7344"/>
    <w:rsid w:val="007B3F34"/>
    <w:rsid w:val="007B570C"/>
    <w:rsid w:val="007C7B4D"/>
    <w:rsid w:val="007D0186"/>
    <w:rsid w:val="007E4A6E"/>
    <w:rsid w:val="007F56A7"/>
    <w:rsid w:val="00800851"/>
    <w:rsid w:val="00807DD0"/>
    <w:rsid w:val="00821D01"/>
    <w:rsid w:val="00826B7B"/>
    <w:rsid w:val="00846789"/>
    <w:rsid w:val="00855979"/>
    <w:rsid w:val="00866994"/>
    <w:rsid w:val="00866D34"/>
    <w:rsid w:val="00875405"/>
    <w:rsid w:val="00895975"/>
    <w:rsid w:val="008A3568"/>
    <w:rsid w:val="008C2391"/>
    <w:rsid w:val="008C50F3"/>
    <w:rsid w:val="008C7EFE"/>
    <w:rsid w:val="008D03B9"/>
    <w:rsid w:val="008D30C7"/>
    <w:rsid w:val="008D6EDE"/>
    <w:rsid w:val="008F18D6"/>
    <w:rsid w:val="008F2C9B"/>
    <w:rsid w:val="008F797B"/>
    <w:rsid w:val="009020DB"/>
    <w:rsid w:val="00904780"/>
    <w:rsid w:val="0090635B"/>
    <w:rsid w:val="00913FE5"/>
    <w:rsid w:val="00917783"/>
    <w:rsid w:val="00922385"/>
    <w:rsid w:val="009223DF"/>
    <w:rsid w:val="00927364"/>
    <w:rsid w:val="00936091"/>
    <w:rsid w:val="00940D8A"/>
    <w:rsid w:val="00962258"/>
    <w:rsid w:val="009678B7"/>
    <w:rsid w:val="00970037"/>
    <w:rsid w:val="00971DFA"/>
    <w:rsid w:val="00974C31"/>
    <w:rsid w:val="009910DA"/>
    <w:rsid w:val="00992D9C"/>
    <w:rsid w:val="00996CB8"/>
    <w:rsid w:val="009B0111"/>
    <w:rsid w:val="009B2E97"/>
    <w:rsid w:val="009B4201"/>
    <w:rsid w:val="009B5146"/>
    <w:rsid w:val="009C32D9"/>
    <w:rsid w:val="009C418E"/>
    <w:rsid w:val="009C442C"/>
    <w:rsid w:val="009E07F4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2E3F"/>
    <w:rsid w:val="00AB4C40"/>
    <w:rsid w:val="00AD056F"/>
    <w:rsid w:val="00AD0AF7"/>
    <w:rsid w:val="00AD0C7B"/>
    <w:rsid w:val="00AD5F1A"/>
    <w:rsid w:val="00AD6731"/>
    <w:rsid w:val="00AE268A"/>
    <w:rsid w:val="00AE3148"/>
    <w:rsid w:val="00AF37A3"/>
    <w:rsid w:val="00AF77E4"/>
    <w:rsid w:val="00AF7CB1"/>
    <w:rsid w:val="00B008D5"/>
    <w:rsid w:val="00B02F73"/>
    <w:rsid w:val="00B05B31"/>
    <w:rsid w:val="00B0619F"/>
    <w:rsid w:val="00B11AEA"/>
    <w:rsid w:val="00B13A26"/>
    <w:rsid w:val="00B14B5D"/>
    <w:rsid w:val="00B15D0D"/>
    <w:rsid w:val="00B1644B"/>
    <w:rsid w:val="00B22106"/>
    <w:rsid w:val="00B2418D"/>
    <w:rsid w:val="00B42F40"/>
    <w:rsid w:val="00B5431A"/>
    <w:rsid w:val="00B548DC"/>
    <w:rsid w:val="00B62B67"/>
    <w:rsid w:val="00B75EE1"/>
    <w:rsid w:val="00B77481"/>
    <w:rsid w:val="00B8518B"/>
    <w:rsid w:val="00B955DF"/>
    <w:rsid w:val="00B97CC3"/>
    <w:rsid w:val="00BA0D2B"/>
    <w:rsid w:val="00BC06C4"/>
    <w:rsid w:val="00BC6EE9"/>
    <w:rsid w:val="00BD5C70"/>
    <w:rsid w:val="00BD78B5"/>
    <w:rsid w:val="00BD7E91"/>
    <w:rsid w:val="00BD7F0D"/>
    <w:rsid w:val="00BE0639"/>
    <w:rsid w:val="00C02D0A"/>
    <w:rsid w:val="00C03A6E"/>
    <w:rsid w:val="00C1073F"/>
    <w:rsid w:val="00C11E78"/>
    <w:rsid w:val="00C14445"/>
    <w:rsid w:val="00C203DE"/>
    <w:rsid w:val="00C226C0"/>
    <w:rsid w:val="00C37459"/>
    <w:rsid w:val="00C42371"/>
    <w:rsid w:val="00C42FE6"/>
    <w:rsid w:val="00C44F6A"/>
    <w:rsid w:val="00C45470"/>
    <w:rsid w:val="00C47F40"/>
    <w:rsid w:val="00C556F2"/>
    <w:rsid w:val="00C6198E"/>
    <w:rsid w:val="00C63B8E"/>
    <w:rsid w:val="00C67F6A"/>
    <w:rsid w:val="00C708EA"/>
    <w:rsid w:val="00C778A5"/>
    <w:rsid w:val="00C95162"/>
    <w:rsid w:val="00CB4F6D"/>
    <w:rsid w:val="00CB6A37"/>
    <w:rsid w:val="00CB7684"/>
    <w:rsid w:val="00CC5D59"/>
    <w:rsid w:val="00CC7C8F"/>
    <w:rsid w:val="00CC7F94"/>
    <w:rsid w:val="00CD1FC4"/>
    <w:rsid w:val="00CF1212"/>
    <w:rsid w:val="00D034A0"/>
    <w:rsid w:val="00D06BD0"/>
    <w:rsid w:val="00D17950"/>
    <w:rsid w:val="00D21061"/>
    <w:rsid w:val="00D232F4"/>
    <w:rsid w:val="00D32554"/>
    <w:rsid w:val="00D4108E"/>
    <w:rsid w:val="00D4328E"/>
    <w:rsid w:val="00D448FB"/>
    <w:rsid w:val="00D53CA1"/>
    <w:rsid w:val="00D6163D"/>
    <w:rsid w:val="00D831A3"/>
    <w:rsid w:val="00D84FB3"/>
    <w:rsid w:val="00D97BE3"/>
    <w:rsid w:val="00DA3711"/>
    <w:rsid w:val="00DB3E86"/>
    <w:rsid w:val="00DB766B"/>
    <w:rsid w:val="00DC21BD"/>
    <w:rsid w:val="00DD46F3"/>
    <w:rsid w:val="00DE0211"/>
    <w:rsid w:val="00DE44F0"/>
    <w:rsid w:val="00DE56F2"/>
    <w:rsid w:val="00DF116D"/>
    <w:rsid w:val="00DF5182"/>
    <w:rsid w:val="00E11823"/>
    <w:rsid w:val="00E16FF7"/>
    <w:rsid w:val="00E26D68"/>
    <w:rsid w:val="00E30CC9"/>
    <w:rsid w:val="00E36A17"/>
    <w:rsid w:val="00E378A4"/>
    <w:rsid w:val="00E44045"/>
    <w:rsid w:val="00E463D2"/>
    <w:rsid w:val="00E618C4"/>
    <w:rsid w:val="00E7049B"/>
    <w:rsid w:val="00E7415D"/>
    <w:rsid w:val="00E8578D"/>
    <w:rsid w:val="00E87509"/>
    <w:rsid w:val="00E878EE"/>
    <w:rsid w:val="00E901A3"/>
    <w:rsid w:val="00EA1E76"/>
    <w:rsid w:val="00EA585B"/>
    <w:rsid w:val="00EA5C27"/>
    <w:rsid w:val="00EA6EC7"/>
    <w:rsid w:val="00EB104F"/>
    <w:rsid w:val="00EB46E5"/>
    <w:rsid w:val="00ED14BD"/>
    <w:rsid w:val="00ED29F1"/>
    <w:rsid w:val="00EE1D3D"/>
    <w:rsid w:val="00EE4BE9"/>
    <w:rsid w:val="00EF05B5"/>
    <w:rsid w:val="00F016C7"/>
    <w:rsid w:val="00F12DEC"/>
    <w:rsid w:val="00F1715C"/>
    <w:rsid w:val="00F24489"/>
    <w:rsid w:val="00F310F8"/>
    <w:rsid w:val="00F35939"/>
    <w:rsid w:val="00F422D3"/>
    <w:rsid w:val="00F45607"/>
    <w:rsid w:val="00F4722B"/>
    <w:rsid w:val="00F54075"/>
    <w:rsid w:val="00F54432"/>
    <w:rsid w:val="00F56733"/>
    <w:rsid w:val="00F659EB"/>
    <w:rsid w:val="00F71089"/>
    <w:rsid w:val="00F715D4"/>
    <w:rsid w:val="00F762A8"/>
    <w:rsid w:val="00F80705"/>
    <w:rsid w:val="00F86BA6"/>
    <w:rsid w:val="00F95FBD"/>
    <w:rsid w:val="00FA4D85"/>
    <w:rsid w:val="00FB6342"/>
    <w:rsid w:val="00FC6389"/>
    <w:rsid w:val="00FC7549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4D197FB"/>
  <w14:defaultImageDpi w14:val="32767"/>
  <w15:docId w15:val="{B1DFFF78-9671-4EFC-A2D9-09061BD44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27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27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B38F9D2-5DEE-4B51-B758-F31603DB6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</Template>
  <TotalTime>83</TotalTime>
  <Pages>9</Pages>
  <Words>2884</Words>
  <Characters>17021</Characters>
  <Application>Microsoft Office Word</Application>
  <DocSecurity>0</DocSecurity>
  <Lines>141</Lines>
  <Paragraphs>39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19866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Pospíchal Jan, Mgr.</dc:creator>
  <cp:keywords/>
  <dc:description/>
  <cp:lastModifiedBy>Löwová Monika, Bc.</cp:lastModifiedBy>
  <cp:revision>11</cp:revision>
  <cp:lastPrinted>2021-06-08T07:00:00Z</cp:lastPrinted>
  <dcterms:created xsi:type="dcterms:W3CDTF">2021-04-08T08:03:00Z</dcterms:created>
  <dcterms:modified xsi:type="dcterms:W3CDTF">2021-06-08T07:00:00Z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